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F7B" w:rsidRDefault="00E44F7B" w:rsidP="00E44F7B">
      <w:pPr>
        <w:pStyle w:val="Pehled"/>
      </w:pPr>
    </w:p>
    <w:p w:rsidR="008C33B8" w:rsidRDefault="008C33B8" w:rsidP="00A01A7C">
      <w:pPr>
        <w:pStyle w:val="Nadpis1"/>
        <w:rPr>
          <w:sz w:val="36"/>
          <w:szCs w:val="36"/>
        </w:rPr>
      </w:pPr>
    </w:p>
    <w:p w:rsidR="00E44F7B" w:rsidRPr="00A01A7C" w:rsidRDefault="00A01A7C" w:rsidP="00A01A7C">
      <w:pPr>
        <w:pStyle w:val="Nadpis1"/>
        <w:rPr>
          <w:sz w:val="36"/>
          <w:szCs w:val="36"/>
        </w:rPr>
      </w:pPr>
      <w:r w:rsidRPr="00A01A7C">
        <w:rPr>
          <w:sz w:val="36"/>
          <w:szCs w:val="36"/>
        </w:rPr>
        <w:t>Podmínky dotačního programu</w:t>
      </w:r>
    </w:p>
    <w:p w:rsidR="00A01A7C" w:rsidRPr="00A01A7C" w:rsidRDefault="00A01A7C" w:rsidP="00A01A7C">
      <w:pPr>
        <w:rPr>
          <w:sz w:val="36"/>
          <w:szCs w:val="36"/>
          <w:lang w:bidi="ar-SA"/>
        </w:rPr>
      </w:pPr>
      <w:r w:rsidRPr="00A01A7C">
        <w:rPr>
          <w:sz w:val="36"/>
          <w:szCs w:val="36"/>
          <w:lang w:bidi="ar-SA"/>
        </w:rPr>
        <w:t>Podpora výkonnostního sportu v Karviné pro rok 201</w:t>
      </w:r>
      <w:r w:rsidR="00F9322B">
        <w:rPr>
          <w:sz w:val="36"/>
          <w:szCs w:val="36"/>
          <w:lang w:bidi="ar-SA"/>
        </w:rPr>
        <w:t>8</w:t>
      </w:r>
    </w:p>
    <w:p w:rsidR="00E44F7B" w:rsidRDefault="00E44F7B" w:rsidP="00E44F7B">
      <w:pPr>
        <w:pStyle w:val="Pehled"/>
      </w:pPr>
    </w:p>
    <w:p w:rsidR="00A01A7C" w:rsidRDefault="00A01A7C" w:rsidP="00E44F7B">
      <w:pPr>
        <w:pStyle w:val="Pehled"/>
      </w:pPr>
    </w:p>
    <w:p w:rsidR="00E44F7B" w:rsidRPr="00621481" w:rsidRDefault="00E44F7B" w:rsidP="00E44F7B">
      <w:pPr>
        <w:pStyle w:val="Pehled"/>
      </w:pPr>
      <w:r w:rsidRPr="00621481">
        <w:t>Obsah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b/>
          <w:bCs w:val="0"/>
          <w:caps/>
        </w:rPr>
        <w:fldChar w:fldCharType="begin"/>
      </w:r>
      <w:r>
        <w:rPr>
          <w:b/>
          <w:bCs w:val="0"/>
          <w:caps/>
        </w:rPr>
        <w:instrText xml:space="preserve"> TOC \t "Článek Název;1" </w:instrText>
      </w:r>
      <w:r>
        <w:rPr>
          <w:b/>
          <w:bCs w:val="0"/>
          <w:caps/>
        </w:rPr>
        <w:fldChar w:fldCharType="separate"/>
      </w:r>
      <w:r>
        <w:rPr>
          <w:noProof/>
        </w:rPr>
        <w:t>Účelové určení programu</w:t>
      </w:r>
      <w:r>
        <w:rPr>
          <w:noProof/>
        </w:rPr>
        <w:tab/>
      </w:r>
      <w:r w:rsidR="00A01A7C">
        <w:rPr>
          <w:noProof/>
        </w:rPr>
        <w:t>2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Vyhlašovatel programu, poskytovatel dotace</w:t>
      </w:r>
      <w:r>
        <w:rPr>
          <w:noProof/>
        </w:rPr>
        <w:tab/>
      </w:r>
      <w:r w:rsidR="00A01A7C">
        <w:rPr>
          <w:noProof/>
        </w:rPr>
        <w:t>2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Vymezení okruhu žadatelů</w:t>
      </w:r>
      <w:r>
        <w:rPr>
          <w:noProof/>
        </w:rPr>
        <w:tab/>
      </w:r>
      <w:r w:rsidR="00A01A7C">
        <w:rPr>
          <w:noProof/>
        </w:rPr>
        <w:t>2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Podmínky pro poskytnutí dotace, vymezení podpory  programu</w:t>
      </w:r>
      <w:r>
        <w:rPr>
          <w:noProof/>
        </w:rPr>
        <w:tab/>
      </w:r>
      <w:r w:rsidR="00A01A7C">
        <w:rPr>
          <w:noProof/>
        </w:rPr>
        <w:t>2-3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Lhůta pro podání žádostí</w:t>
      </w:r>
      <w:r>
        <w:rPr>
          <w:noProof/>
        </w:rPr>
        <w:tab/>
      </w:r>
      <w:r w:rsidR="00A01A7C">
        <w:rPr>
          <w:noProof/>
        </w:rPr>
        <w:t>3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Podmínky pro předložení žádosti o dotaci a kritéria pro hodnocení žádosti</w:t>
      </w:r>
      <w:r>
        <w:rPr>
          <w:noProof/>
        </w:rPr>
        <w:tab/>
      </w:r>
      <w:r w:rsidR="00A01A7C">
        <w:rPr>
          <w:noProof/>
        </w:rPr>
        <w:t>4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Povinnosti příjemce dotace</w:t>
      </w:r>
      <w:r>
        <w:rPr>
          <w:noProof/>
        </w:rPr>
        <w:tab/>
      </w:r>
      <w:r w:rsidR="00A01A7C">
        <w:rPr>
          <w:noProof/>
        </w:rPr>
        <w:t>4-5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Postup vyhlašovatele</w:t>
      </w:r>
      <w:r>
        <w:rPr>
          <w:noProof/>
        </w:rPr>
        <w:tab/>
      </w:r>
      <w:r w:rsidR="00A01A7C">
        <w:rPr>
          <w:noProof/>
        </w:rPr>
        <w:t>5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Kritéria pro stanovení výše dotace a výpočet rozdělení dotace</w:t>
      </w:r>
      <w:r>
        <w:rPr>
          <w:noProof/>
        </w:rPr>
        <w:tab/>
      </w:r>
      <w:r w:rsidR="00A01A7C">
        <w:rPr>
          <w:noProof/>
        </w:rPr>
        <w:t>5-6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Výše vyčleněných peněžních prostředků</w:t>
      </w:r>
      <w:r>
        <w:rPr>
          <w:noProof/>
        </w:rPr>
        <w:tab/>
      </w:r>
      <w:r w:rsidR="00A01A7C">
        <w:rPr>
          <w:noProof/>
        </w:rPr>
        <w:t>6</w:t>
      </w:r>
    </w:p>
    <w:p w:rsidR="00E44F7B" w:rsidRPr="0049746F" w:rsidRDefault="00E44F7B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Lhůta pro rozhodnutí o žádosti</w:t>
      </w:r>
      <w:r>
        <w:rPr>
          <w:noProof/>
        </w:rPr>
        <w:tab/>
      </w:r>
      <w:r w:rsidR="00A01A7C">
        <w:rPr>
          <w:noProof/>
        </w:rPr>
        <w:t>6</w:t>
      </w:r>
    </w:p>
    <w:p w:rsidR="002D02A0" w:rsidRPr="002D02A0" w:rsidRDefault="00E44F7B" w:rsidP="002D02A0">
      <w:pPr>
        <w:pStyle w:val="Obsah1"/>
        <w:rPr>
          <w:noProof/>
        </w:rPr>
      </w:pPr>
      <w:r>
        <w:rPr>
          <w:noProof/>
        </w:rPr>
        <w:t>Kontrola použití dotac</w:t>
      </w:r>
      <w:r w:rsidR="002D02A0">
        <w:rPr>
          <w:noProof/>
        </w:rPr>
        <w:t>e a závěrečné vyúčtování dotace</w:t>
      </w:r>
      <w:r w:rsidR="002D02A0">
        <w:rPr>
          <w:noProof/>
        </w:rPr>
        <w:tab/>
      </w:r>
      <w:r w:rsidR="00A01A7C">
        <w:rPr>
          <w:noProof/>
        </w:rPr>
        <w:t>7</w:t>
      </w:r>
    </w:p>
    <w:p w:rsidR="00E44F7B" w:rsidRPr="00E31F42" w:rsidRDefault="002D02A0" w:rsidP="00E44F7B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 xml:space="preserve">Povinná publicita                   </w:t>
      </w:r>
      <w:r>
        <w:rPr>
          <w:noProof/>
        </w:rPr>
        <w:tab/>
        <w:t>7</w:t>
      </w:r>
      <w:r w:rsidR="00A01A7C">
        <w:rPr>
          <w:noProof/>
        </w:rPr>
        <w:t xml:space="preserve">                                                                                                                          </w:t>
      </w:r>
    </w:p>
    <w:p w:rsidR="00E44F7B" w:rsidRPr="00A01A7C" w:rsidRDefault="00A01A7C" w:rsidP="00A01A7C">
      <w:pPr>
        <w:pStyle w:val="Obsah1"/>
        <w:rPr>
          <w:rFonts w:ascii="Calibri" w:hAnsi="Calibri"/>
          <w:bCs w:val="0"/>
          <w:noProof/>
          <w:sz w:val="22"/>
          <w:szCs w:val="22"/>
        </w:rPr>
      </w:pPr>
      <w:r>
        <w:rPr>
          <w:noProof/>
        </w:rPr>
        <w:t>Závěrečné ustanovení</w:t>
      </w:r>
      <w:r w:rsidR="00E44F7B">
        <w:rPr>
          <w:noProof/>
        </w:rPr>
        <w:tab/>
      </w:r>
      <w:r>
        <w:rPr>
          <w:noProof/>
        </w:rPr>
        <w:t>7</w:t>
      </w:r>
    </w:p>
    <w:p w:rsidR="00E44F7B" w:rsidRDefault="00E44F7B" w:rsidP="00E44F7B">
      <w:pPr>
        <w:rPr>
          <w:b/>
          <w:bCs/>
          <w:caps/>
        </w:rPr>
      </w:pPr>
      <w:r>
        <w:rPr>
          <w:b/>
          <w:bCs/>
          <w:caps/>
        </w:rPr>
        <w:fldChar w:fldCharType="end"/>
      </w:r>
    </w:p>
    <w:p w:rsidR="00E44F7B" w:rsidRDefault="00E44F7B" w:rsidP="00E44F7B">
      <w:pPr>
        <w:pStyle w:val="el"/>
        <w:rPr>
          <w:rStyle w:val="Hypertextovodkaz"/>
          <w:b w:val="0"/>
          <w:sz w:val="22"/>
        </w:rPr>
      </w:pPr>
      <w:r>
        <w:t>Přílohy:</w:t>
      </w:r>
      <w:r>
        <w:br/>
      </w:r>
    </w:p>
    <w:p w:rsidR="00EE1363" w:rsidRPr="00EE1363" w:rsidRDefault="00EE1363" w:rsidP="00C4742E">
      <w:pPr>
        <w:pStyle w:val="el"/>
        <w:numPr>
          <w:ilvl w:val="0"/>
          <w:numId w:val="19"/>
        </w:numPr>
        <w:spacing w:before="120" w:after="120"/>
        <w:ind w:left="357" w:hanging="357"/>
        <w:contextualSpacing w:val="0"/>
        <w:rPr>
          <w:b w:val="0"/>
          <w:sz w:val="20"/>
        </w:rPr>
      </w:pPr>
      <w:r>
        <w:rPr>
          <w:b w:val="0"/>
          <w:sz w:val="20"/>
        </w:rPr>
        <w:t>Žádost o dotaci – Program dotace TJ/SK201</w:t>
      </w:r>
      <w:r w:rsidR="00456DBC">
        <w:rPr>
          <w:b w:val="0"/>
          <w:sz w:val="20"/>
        </w:rPr>
        <w:t>8</w:t>
      </w:r>
    </w:p>
    <w:p w:rsidR="00EE1363" w:rsidRPr="00EE1363" w:rsidRDefault="00EE1363" w:rsidP="00C4742E">
      <w:pPr>
        <w:pStyle w:val="el"/>
        <w:numPr>
          <w:ilvl w:val="0"/>
          <w:numId w:val="19"/>
        </w:numPr>
        <w:spacing w:before="120" w:after="120"/>
        <w:ind w:left="357" w:hanging="357"/>
        <w:contextualSpacing w:val="0"/>
        <w:rPr>
          <w:b w:val="0"/>
          <w:sz w:val="20"/>
        </w:rPr>
      </w:pPr>
      <w:r>
        <w:rPr>
          <w:b w:val="0"/>
          <w:sz w:val="20"/>
        </w:rPr>
        <w:t>Rozpočet</w:t>
      </w:r>
    </w:p>
    <w:p w:rsidR="00EE1363" w:rsidRPr="00EE1363" w:rsidRDefault="00EE1363" w:rsidP="00C4742E">
      <w:pPr>
        <w:pStyle w:val="el"/>
        <w:numPr>
          <w:ilvl w:val="0"/>
          <w:numId w:val="19"/>
        </w:numPr>
        <w:spacing w:before="120" w:after="120"/>
        <w:ind w:left="357" w:hanging="357"/>
        <w:contextualSpacing w:val="0"/>
        <w:rPr>
          <w:b w:val="0"/>
          <w:sz w:val="20"/>
        </w:rPr>
      </w:pPr>
      <w:r>
        <w:rPr>
          <w:b w:val="0"/>
          <w:sz w:val="20"/>
        </w:rPr>
        <w:t xml:space="preserve">vzor smlouvy o poskytntutí </w:t>
      </w:r>
      <w:r w:rsidR="00C4742E">
        <w:rPr>
          <w:b w:val="0"/>
          <w:sz w:val="20"/>
        </w:rPr>
        <w:t xml:space="preserve"> </w:t>
      </w:r>
      <w:r>
        <w:rPr>
          <w:b w:val="0"/>
          <w:sz w:val="20"/>
        </w:rPr>
        <w:t>dotace</w:t>
      </w:r>
    </w:p>
    <w:p w:rsidR="00EE1363" w:rsidRPr="00EE1363" w:rsidRDefault="00EE1363" w:rsidP="00C4742E">
      <w:pPr>
        <w:pStyle w:val="el"/>
        <w:numPr>
          <w:ilvl w:val="0"/>
          <w:numId w:val="19"/>
        </w:numPr>
        <w:spacing w:before="120" w:after="120"/>
        <w:ind w:left="357" w:hanging="357"/>
        <w:contextualSpacing w:val="0"/>
        <w:rPr>
          <w:b w:val="0"/>
          <w:sz w:val="20"/>
        </w:rPr>
      </w:pPr>
      <w:r>
        <w:rPr>
          <w:b w:val="0"/>
          <w:sz w:val="20"/>
        </w:rPr>
        <w:t>závěrečné vyúčtování dotace</w:t>
      </w:r>
    </w:p>
    <w:p w:rsidR="00E44F7B" w:rsidRDefault="00E44F7B" w:rsidP="00EE1363">
      <w:pPr>
        <w:pStyle w:val="el"/>
        <w:rPr>
          <w:b w:val="0"/>
          <w:sz w:val="22"/>
        </w:rPr>
      </w:pPr>
      <w:r w:rsidRPr="00EE1363">
        <w:rPr>
          <w:b w:val="0"/>
          <w:sz w:val="20"/>
        </w:rPr>
        <w:br/>
      </w:r>
    </w:p>
    <w:p w:rsidR="00EE1363" w:rsidRPr="00EE1363" w:rsidRDefault="00EE1363" w:rsidP="00EE1363">
      <w:pPr>
        <w:rPr>
          <w:lang w:eastAsia="cs-CZ" w:bidi="ar-SA"/>
        </w:rPr>
      </w:pPr>
    </w:p>
    <w:p w:rsidR="00E44F7B" w:rsidRDefault="00E44F7B" w:rsidP="00E44F7B"/>
    <w:p w:rsidR="00E44F7B" w:rsidRPr="0082235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Pr="001D1DC3" w:rsidRDefault="00E44F7B" w:rsidP="00E44F7B">
      <w:pPr>
        <w:pStyle w:val="lnekNzev"/>
      </w:pPr>
      <w:bookmarkStart w:id="0" w:name="_Toc417397839"/>
      <w:r>
        <w:t>Účelové určení programu</w:t>
      </w:r>
      <w:bookmarkEnd w:id="0"/>
    </w:p>
    <w:p w:rsidR="00F973D9" w:rsidRPr="00B044A9" w:rsidRDefault="00F973D9" w:rsidP="00F973D9">
      <w:pPr>
        <w:pStyle w:val="lnekText"/>
        <w:numPr>
          <w:ilvl w:val="1"/>
          <w:numId w:val="3"/>
        </w:numPr>
        <w:jc w:val="both"/>
      </w:pPr>
      <w:r>
        <w:t>Pravidla dotačního programu Podpora výkonnostního sportu v Karviné pro rok 201</w:t>
      </w:r>
      <w:r w:rsidR="00F9322B">
        <w:t>8</w:t>
      </w:r>
      <w:r>
        <w:t xml:space="preserve">  (dále jen dotační program) jsou vytvořena </w:t>
      </w:r>
      <w:r w:rsidRPr="00B044A9">
        <w:t xml:space="preserve">v souladu se Zásadami pro poskytování dotací z rozpočtu statutárního města Karviné schválenými Zastupitelstvem města Karviné usnesením č. 235 ze dne </w:t>
      </w:r>
      <w:proofErr w:type="gramStart"/>
      <w:r w:rsidRPr="00B044A9">
        <w:t>5.11.2015</w:t>
      </w:r>
      <w:proofErr w:type="gramEnd"/>
      <w:r w:rsidRPr="00B044A9">
        <w:t xml:space="preserve">. 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 xml:space="preserve">Účelem </w:t>
      </w:r>
      <w:r w:rsidRPr="008D3BD4">
        <w:t xml:space="preserve"> </w:t>
      </w:r>
      <w:r>
        <w:t>dotačního p</w:t>
      </w:r>
      <w:r w:rsidRPr="008D3BD4">
        <w:t xml:space="preserve">rogramu </w:t>
      </w:r>
      <w:r>
        <w:t>je stanovení jednotných a závazných podmínek pro žadatele a příjemce mimořádné jednorázové veřejné finanční podpory (dále jen dotace) poskytované z rozpočtu statutárního města Karviné v roce 201</w:t>
      </w:r>
      <w:r w:rsidR="00F9322B">
        <w:t>8</w:t>
      </w:r>
      <w:r w:rsidR="00505209">
        <w:t>.</w:t>
      </w:r>
      <w:r>
        <w:t xml:space="preserve"> </w:t>
      </w:r>
    </w:p>
    <w:p w:rsidR="00E44F7B" w:rsidRPr="00456DBC" w:rsidRDefault="00E44F7B" w:rsidP="00E44F7B">
      <w:pPr>
        <w:pStyle w:val="lnekText"/>
        <w:numPr>
          <w:ilvl w:val="1"/>
          <w:numId w:val="3"/>
        </w:numPr>
        <w:jc w:val="both"/>
      </w:pPr>
      <w:r>
        <w:t xml:space="preserve">Dotační program je zaměřen na </w:t>
      </w:r>
      <w:r w:rsidRPr="002858EB">
        <w:t>podporu</w:t>
      </w:r>
      <w:r w:rsidR="001F19D2" w:rsidRPr="002858EB">
        <w:rPr>
          <w:color w:val="0070C0"/>
        </w:rPr>
        <w:t xml:space="preserve"> </w:t>
      </w:r>
      <w:r w:rsidR="00F9322B" w:rsidRPr="002858EB">
        <w:rPr>
          <w:color w:val="0070C0"/>
        </w:rPr>
        <w:t xml:space="preserve">  </w:t>
      </w:r>
      <w:r w:rsidR="002858EB" w:rsidRPr="00456DBC">
        <w:t xml:space="preserve">rozvoje výkonnostního sportu ve městě, </w:t>
      </w:r>
      <w:r w:rsidR="00323280" w:rsidRPr="00456DBC">
        <w:t>zajištění  provozu sportovních klubů, pomoc k</w:t>
      </w:r>
      <w:r w:rsidR="001616F7" w:rsidRPr="00456DBC">
        <w:t> </w:t>
      </w:r>
      <w:r w:rsidR="00323280" w:rsidRPr="00456DBC">
        <w:t>vytv</w:t>
      </w:r>
      <w:r w:rsidR="001616F7" w:rsidRPr="00456DBC">
        <w:t>oření lepších</w:t>
      </w:r>
      <w:r w:rsidR="00323280" w:rsidRPr="00456DBC">
        <w:t xml:space="preserve"> podmínek pro sportovní aktivity, zvyšování jejich úrovně a kvality, </w:t>
      </w:r>
      <w:r w:rsidR="006536B4" w:rsidRPr="00456DBC">
        <w:t>udržování a rozšiřování  sportovní infrastruktury</w:t>
      </w:r>
      <w:r w:rsidR="00456DBC" w:rsidRPr="00456DBC">
        <w:t>.</w:t>
      </w:r>
      <w:r w:rsidR="00323280" w:rsidRPr="00456DBC">
        <w:t xml:space="preserve">  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>Cílem dotačního programu je podp</w:t>
      </w:r>
      <w:r w:rsidR="00456DBC">
        <w:t xml:space="preserve">ora projektů zaměřených zejména </w:t>
      </w:r>
      <w:proofErr w:type="gramStart"/>
      <w:r>
        <w:t>na</w:t>
      </w:r>
      <w:proofErr w:type="gramEnd"/>
      <w:r>
        <w:t>:</w:t>
      </w:r>
    </w:p>
    <w:p w:rsidR="00E44F7B" w:rsidRDefault="00E44F7B" w:rsidP="00E44F7B">
      <w:pPr>
        <w:pStyle w:val="lnekText"/>
        <w:numPr>
          <w:ilvl w:val="0"/>
          <w:numId w:val="10"/>
        </w:numPr>
        <w:jc w:val="both"/>
      </w:pPr>
      <w:r>
        <w:t>činnost sportovní organizace</w:t>
      </w:r>
    </w:p>
    <w:p w:rsidR="00E44F7B" w:rsidRDefault="00E44F7B" w:rsidP="00E44F7B">
      <w:pPr>
        <w:pStyle w:val="lnekText"/>
        <w:numPr>
          <w:ilvl w:val="0"/>
          <w:numId w:val="10"/>
        </w:numPr>
        <w:jc w:val="both"/>
      </w:pPr>
      <w:r>
        <w:t>sportovní přípravu dětí a mládeže</w:t>
      </w:r>
    </w:p>
    <w:p w:rsidR="00E44F7B" w:rsidRDefault="00E44F7B" w:rsidP="00E44F7B">
      <w:pPr>
        <w:pStyle w:val="lnekText"/>
        <w:numPr>
          <w:ilvl w:val="0"/>
          <w:numId w:val="10"/>
        </w:numPr>
        <w:jc w:val="both"/>
      </w:pPr>
      <w:r>
        <w:t>účast v mistrovských soutěžích</w:t>
      </w:r>
    </w:p>
    <w:p w:rsidR="00E44F7B" w:rsidRPr="00456DBC" w:rsidRDefault="00E44F7B" w:rsidP="00E44F7B">
      <w:pPr>
        <w:pStyle w:val="lnekText"/>
        <w:numPr>
          <w:ilvl w:val="0"/>
          <w:numId w:val="10"/>
        </w:numPr>
        <w:jc w:val="both"/>
      </w:pPr>
      <w:r>
        <w:t>rozvoj kvality a úrovně sportovců</w:t>
      </w:r>
      <w:r w:rsidR="002858EB">
        <w:t xml:space="preserve">, </w:t>
      </w:r>
      <w:r w:rsidR="002858EB" w:rsidRPr="00456DBC">
        <w:t>vzdělávání  trenérů</w:t>
      </w:r>
    </w:p>
    <w:p w:rsidR="001616F7" w:rsidRPr="00456DBC" w:rsidRDefault="002858EB" w:rsidP="00E44F7B">
      <w:pPr>
        <w:pStyle w:val="lnekText"/>
        <w:numPr>
          <w:ilvl w:val="0"/>
          <w:numId w:val="10"/>
        </w:numPr>
        <w:jc w:val="both"/>
      </w:pPr>
      <w:r w:rsidRPr="00456DBC">
        <w:t xml:space="preserve">materiální vybavení, sportovní a tréninkové pomůcky, sportovní materiál </w:t>
      </w:r>
    </w:p>
    <w:p w:rsidR="006536B4" w:rsidRPr="00456DBC" w:rsidRDefault="006536B4" w:rsidP="00E44F7B">
      <w:pPr>
        <w:pStyle w:val="lnekText"/>
        <w:numPr>
          <w:ilvl w:val="0"/>
          <w:numId w:val="10"/>
        </w:numPr>
        <w:jc w:val="both"/>
      </w:pPr>
      <w:r w:rsidRPr="00456DBC">
        <w:t>udržování a rozšíření sportovní infrastruktury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Pr="0023266A" w:rsidRDefault="00E44F7B" w:rsidP="00E44F7B">
      <w:pPr>
        <w:pStyle w:val="lnekNzev"/>
      </w:pPr>
      <w:bookmarkStart w:id="1" w:name="_Toc417397840"/>
      <w:r>
        <w:t>Vyhlašovatel programu, poskytovatel dotace</w:t>
      </w:r>
      <w:bookmarkEnd w:id="1"/>
    </w:p>
    <w:p w:rsidR="00E44F7B" w:rsidRDefault="00E44F7B" w:rsidP="00E44F7B">
      <w:pPr>
        <w:pStyle w:val="lnekText"/>
        <w:tabs>
          <w:tab w:val="clear" w:pos="357"/>
        </w:tabs>
        <w:ind w:left="0" w:firstLine="0"/>
        <w:jc w:val="both"/>
      </w:pPr>
      <w:r>
        <w:t xml:space="preserve">Vyhlašovatelem dotačního programu a poskytovatelem dotace </w:t>
      </w:r>
      <w:r w:rsidRPr="005A3E49">
        <w:t xml:space="preserve">je </w:t>
      </w:r>
      <w:r>
        <w:t xml:space="preserve">statutární město Karviná, zastoupené Odborem rozvoje Magistrátu města Karviné. </w:t>
      </w:r>
    </w:p>
    <w:p w:rsidR="00E44F7B" w:rsidRDefault="00E44F7B" w:rsidP="00E44F7B">
      <w:pPr>
        <w:pStyle w:val="lnekText"/>
        <w:tabs>
          <w:tab w:val="clear" w:pos="357"/>
        </w:tabs>
        <w:spacing w:line="240" w:lineRule="auto"/>
        <w:ind w:left="0" w:firstLine="0"/>
      </w:pPr>
      <w:r>
        <w:t>Kontaktní  osobou pro vyhlášený dotační program je Marcela Hübnerová, telefon: 596 387 484,          e-mail: marcela.hubnerova@karvina.cz</w:t>
      </w:r>
    </w:p>
    <w:p w:rsidR="00E44F7B" w:rsidRDefault="00E44F7B" w:rsidP="00E44F7B">
      <w:pPr>
        <w:pStyle w:val="lnekText"/>
        <w:tabs>
          <w:tab w:val="clear" w:pos="357"/>
        </w:tabs>
        <w:ind w:left="0" w:firstLine="0"/>
        <w:jc w:val="both"/>
      </w:pP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Pr="00366494" w:rsidRDefault="00E44F7B" w:rsidP="00E44F7B">
      <w:pPr>
        <w:pStyle w:val="lnekNzev"/>
      </w:pPr>
      <w:bookmarkStart w:id="2" w:name="_Toc417397841"/>
      <w:r>
        <w:t>Vymezení okruhu žadatelů</w:t>
      </w:r>
      <w:bookmarkEnd w:id="2"/>
    </w:p>
    <w:p w:rsidR="00E44F7B" w:rsidRDefault="00E44F7B" w:rsidP="00E44F7B">
      <w:pPr>
        <w:pStyle w:val="lnekText"/>
        <w:tabs>
          <w:tab w:val="clear" w:pos="357"/>
        </w:tabs>
        <w:jc w:val="both"/>
      </w:pPr>
      <w:r w:rsidRPr="00D943C7">
        <w:rPr>
          <w:b/>
        </w:rPr>
        <w:t>Žadatelem</w:t>
      </w:r>
      <w:r>
        <w:t xml:space="preserve"> o dotaci v rámci tohoto dotačního programu mohou být:</w:t>
      </w:r>
    </w:p>
    <w:p w:rsidR="00E44F7B" w:rsidRDefault="00E44F7B" w:rsidP="00E44F7B">
      <w:pPr>
        <w:pStyle w:val="lnekText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</w:rPr>
        <w:t xml:space="preserve">tělovýchovné, tělocvičné jednoty a sportovní kluby, tj. </w:t>
      </w:r>
      <w:r>
        <w:t xml:space="preserve">spolky </w:t>
      </w:r>
      <w:r>
        <w:rPr>
          <w:rFonts w:cs="Arial"/>
        </w:rPr>
        <w:t xml:space="preserve"> (dále jen „TJ/SK“) se sídlem a sportovní působností na území města Karviné, jejíž členskou základnu tvoří děti a mládež, </w:t>
      </w:r>
      <w:r w:rsidRPr="007838A0">
        <w:rPr>
          <w:rFonts w:cs="Arial"/>
        </w:rPr>
        <w:t>případně dospělí, řádně</w:t>
      </w:r>
      <w:r>
        <w:rPr>
          <w:rFonts w:cs="Arial"/>
        </w:rPr>
        <w:t xml:space="preserve"> registrovaní v příslušném sportovním subjektu a u příslušného sportovního svazu. Tyto subjekty musí vyvíjet pravidelnou soustavnou sportovní činnost včetně zapojení v dlouhodobých pravidelných soutěžích v příslušném sportovním odvětví.</w:t>
      </w:r>
    </w:p>
    <w:p w:rsidR="00E44F7B" w:rsidRDefault="00E44F7B" w:rsidP="00E37D9F">
      <w:pPr>
        <w:pStyle w:val="rove1"/>
        <w:numPr>
          <w:ilvl w:val="0"/>
          <w:numId w:val="4"/>
        </w:numPr>
        <w:spacing w:before="120" w:after="0" w:line="240" w:lineRule="auto"/>
        <w:ind w:left="714" w:hanging="357"/>
        <w:rPr>
          <w:lang w:bidi="ar-SA"/>
        </w:rPr>
      </w:pPr>
      <w:r w:rsidRPr="00E84EFC">
        <w:t xml:space="preserve">Žádost o dotaci může podat </w:t>
      </w:r>
      <w:r w:rsidR="00D85A21">
        <w:t xml:space="preserve">pouze </w:t>
      </w:r>
      <w:r>
        <w:t>TJ/SK</w:t>
      </w:r>
      <w:r w:rsidRPr="00E84EFC">
        <w:t>, kter</w:t>
      </w:r>
      <w:r>
        <w:t>ý</w:t>
      </w:r>
      <w:r w:rsidRPr="00E84EFC">
        <w:t xml:space="preserve"> </w:t>
      </w:r>
      <w:r>
        <w:t>v posledních třech letech</w:t>
      </w:r>
      <w:r w:rsidR="001F19D2">
        <w:t xml:space="preserve"> neporušil</w:t>
      </w:r>
      <w:r>
        <w:t xml:space="preserve"> povinnost předložit závěrečnou zprávu</w:t>
      </w:r>
      <w:r w:rsidRPr="00E84EFC">
        <w:t xml:space="preserve"> o vyúčtování dotace</w:t>
      </w:r>
      <w:r>
        <w:t xml:space="preserve"> </w:t>
      </w:r>
      <w:r w:rsidR="001F19D2">
        <w:t xml:space="preserve">a nemá </w:t>
      </w:r>
      <w:r>
        <w:t xml:space="preserve"> vůči statutárnímu městu Karviná nesplacené závazky po lhůtě splatnosti. </w:t>
      </w:r>
      <w:r w:rsidRPr="00E84EFC">
        <w:rPr>
          <w:lang w:bidi="ar-SA"/>
        </w:rPr>
        <w:t>Tuto skutečnost žadatel doloží čestným prohlášením</w:t>
      </w:r>
      <w:r>
        <w:rPr>
          <w:lang w:bidi="ar-SA"/>
        </w:rPr>
        <w:t xml:space="preserve"> při podání žádosti</w:t>
      </w:r>
      <w:r w:rsidRPr="00E84EFC">
        <w:rPr>
          <w:lang w:bidi="ar-SA"/>
        </w:rPr>
        <w:t xml:space="preserve">. 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3" w:name="_Toc417397842"/>
      <w:r>
        <w:t>Podmínky pro poskytnutí dotace/Vymezení podpory Programu</w:t>
      </w:r>
      <w:bookmarkEnd w:id="3"/>
    </w:p>
    <w:p w:rsidR="00E44F7B" w:rsidRPr="00456DBC" w:rsidRDefault="00E44F7B" w:rsidP="00E44F7B">
      <w:pPr>
        <w:pStyle w:val="lnekText"/>
        <w:numPr>
          <w:ilvl w:val="1"/>
          <w:numId w:val="3"/>
        </w:numPr>
        <w:jc w:val="both"/>
      </w:pPr>
      <w:r w:rsidRPr="00456DBC">
        <w:t xml:space="preserve">Maximální výše poskytnuté dotace je </w:t>
      </w:r>
      <w:r w:rsidR="006536B4" w:rsidRPr="00456DBC">
        <w:rPr>
          <w:b/>
        </w:rPr>
        <w:t>30</w:t>
      </w:r>
      <w:r w:rsidRPr="00456DBC">
        <w:rPr>
          <w:b/>
        </w:rPr>
        <w:t>0.000,- Kč</w:t>
      </w:r>
      <w:r w:rsidRPr="00456DBC">
        <w:t xml:space="preserve">. 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lastRenderedPageBreak/>
        <w:t xml:space="preserve">Dotace bude poskytnuta na základě oboustranně podepsané písemné smlouvy (dle Přílohy č.2)    o poskytnutí dotace z rozpočtu statutárního města </w:t>
      </w:r>
      <w:proofErr w:type="gramStart"/>
      <w:r>
        <w:t>Karviné .</w:t>
      </w:r>
      <w:proofErr w:type="gramEnd"/>
      <w:r>
        <w:t xml:space="preserve"> 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 w:rsidRPr="00B8480A">
        <w:t xml:space="preserve">U schválených </w:t>
      </w:r>
      <w:r>
        <w:t>dotací</w:t>
      </w:r>
      <w:r w:rsidRPr="00B8480A">
        <w:t xml:space="preserve"> v rámci podpory sportovní činnosti se může dotace </w:t>
      </w:r>
      <w:r w:rsidRPr="004168F0">
        <w:t xml:space="preserve">poskytnout až do výše </w:t>
      </w:r>
      <w:r>
        <w:t>8</w:t>
      </w:r>
      <w:r w:rsidRPr="000D4BC1">
        <w:t>0%</w:t>
      </w:r>
      <w:r>
        <w:t xml:space="preserve"> rozpočtovaných nákladů.</w:t>
      </w:r>
      <w:r w:rsidRPr="00B8480A">
        <w:t xml:space="preserve"> 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 xml:space="preserve"> Dotace může být  použita na </w:t>
      </w:r>
      <w:r w:rsidRPr="003B589A">
        <w:rPr>
          <w:b/>
        </w:rPr>
        <w:t>uznatelné náklady</w:t>
      </w:r>
      <w:r>
        <w:t>:</w:t>
      </w:r>
    </w:p>
    <w:p w:rsidR="00E44F7B" w:rsidRDefault="00E44F7B" w:rsidP="00E44F7B">
      <w:pPr>
        <w:pStyle w:val="lnekText"/>
        <w:numPr>
          <w:ilvl w:val="0"/>
          <w:numId w:val="5"/>
        </w:numPr>
        <w:jc w:val="both"/>
      </w:pPr>
      <w:r>
        <w:t xml:space="preserve">Uznatelný náklad projektu je náklad, který lze v rámci realizace projektu spolufinancovat z dotace poskytovatele nebo z jiných finančních zdrojů, za současného splnění níže uvedených podmínek: </w:t>
      </w:r>
    </w:p>
    <w:p w:rsidR="00E44F7B" w:rsidRDefault="00E44F7B" w:rsidP="00E44F7B">
      <w:pPr>
        <w:pStyle w:val="lnekText"/>
        <w:numPr>
          <w:ilvl w:val="1"/>
          <w:numId w:val="5"/>
        </w:numPr>
        <w:jc w:val="both"/>
      </w:pPr>
      <w:r>
        <w:t>vznikl a byl příjemcem uhrazen v období realizace projektu,</w:t>
      </w:r>
    </w:p>
    <w:p w:rsidR="00E44F7B" w:rsidRDefault="00E44F7B" w:rsidP="00E44F7B">
      <w:pPr>
        <w:pStyle w:val="lnekText"/>
        <w:numPr>
          <w:ilvl w:val="1"/>
          <w:numId w:val="5"/>
        </w:numPr>
        <w:jc w:val="both"/>
      </w:pPr>
      <w:r>
        <w:t>byl vynaložen v souladu s účelovým určením projektu, podmínkami smlouvy a podmínkami dotačního programu,</w:t>
      </w:r>
    </w:p>
    <w:p w:rsidR="00E44F7B" w:rsidRDefault="00E44F7B" w:rsidP="00E44F7B">
      <w:pPr>
        <w:pStyle w:val="lnekText"/>
        <w:numPr>
          <w:ilvl w:val="1"/>
          <w:numId w:val="5"/>
        </w:numPr>
        <w:jc w:val="both"/>
      </w:pPr>
      <w:r>
        <w:t>vyhovuje zásadám účelnosti, efektivnosti a hospodárnosti podle zákona č. 320/2001 Sb., o finanční kontrole ve veřejné správě a o změně některých zákonů (zákon o finanční kontrole), ve znění pozdějších předpisů,</w:t>
      </w:r>
    </w:p>
    <w:p w:rsidR="00E44F7B" w:rsidRDefault="00E44F7B" w:rsidP="00E44F7B">
      <w:pPr>
        <w:pStyle w:val="lnekText"/>
        <w:numPr>
          <w:ilvl w:val="1"/>
          <w:numId w:val="5"/>
        </w:numPr>
        <w:jc w:val="both"/>
      </w:pPr>
      <w:r>
        <w:t>je uveden v nákladovém rozpočtu projektu</w:t>
      </w:r>
    </w:p>
    <w:p w:rsidR="00E44F7B" w:rsidRDefault="00E44F7B" w:rsidP="00E44F7B">
      <w:pPr>
        <w:pStyle w:val="lnekText"/>
        <w:numPr>
          <w:ilvl w:val="0"/>
          <w:numId w:val="5"/>
        </w:numPr>
        <w:jc w:val="both"/>
      </w:pPr>
      <w:r w:rsidRPr="00C93FDB">
        <w:rPr>
          <w:b/>
        </w:rPr>
        <w:t>Uznatelné náklady</w:t>
      </w:r>
      <w:r>
        <w:t xml:space="preserve"> dle </w:t>
      </w:r>
      <w:proofErr w:type="gramStart"/>
      <w:r>
        <w:t>bodu 4.a) tohoto</w:t>
      </w:r>
      <w:proofErr w:type="gramEnd"/>
      <w:r>
        <w:t xml:space="preserve"> článku  jsou:</w:t>
      </w:r>
    </w:p>
    <w:p w:rsidR="00E44F7B" w:rsidRPr="00E756DA" w:rsidRDefault="00E44F7B" w:rsidP="00E44F7B">
      <w:pPr>
        <w:pStyle w:val="lnekText"/>
        <w:numPr>
          <w:ilvl w:val="0"/>
          <w:numId w:val="6"/>
        </w:numPr>
        <w:tabs>
          <w:tab w:val="clear" w:pos="722"/>
          <w:tab w:val="num" w:pos="1440"/>
        </w:tabs>
        <w:ind w:left="1440"/>
        <w:jc w:val="both"/>
      </w:pPr>
      <w:r>
        <w:t>náklady na nájem a služby spojené s nájmem prostor pro zabezpečení sportovní činnosti</w:t>
      </w:r>
    </w:p>
    <w:p w:rsidR="00E44F7B" w:rsidRDefault="00E44F7B" w:rsidP="00E44F7B">
      <w:pPr>
        <w:pStyle w:val="lnekText"/>
        <w:numPr>
          <w:ilvl w:val="0"/>
          <w:numId w:val="6"/>
        </w:numPr>
        <w:tabs>
          <w:tab w:val="clear" w:pos="722"/>
          <w:tab w:val="num" w:pos="1440"/>
        </w:tabs>
        <w:ind w:left="1440"/>
        <w:jc w:val="both"/>
      </w:pPr>
      <w:r w:rsidRPr="00AE3E80">
        <w:rPr>
          <w:rFonts w:cs="Arial"/>
        </w:rPr>
        <w:t>náklady na trenérské, zdravotní, metodické, technické a servisní zabezpečení, regeneraci, lékařskou službu, vybavení sp</w:t>
      </w:r>
      <w:r w:rsidR="008121D9">
        <w:t>ortovními potřebami, sportovní materiál a tréninkové pomůcky</w:t>
      </w:r>
    </w:p>
    <w:p w:rsidR="00E44F7B" w:rsidRDefault="00E44F7B" w:rsidP="00E44F7B">
      <w:pPr>
        <w:pStyle w:val="lnekText"/>
        <w:numPr>
          <w:ilvl w:val="0"/>
          <w:numId w:val="6"/>
        </w:numPr>
        <w:tabs>
          <w:tab w:val="clear" w:pos="722"/>
          <w:tab w:val="num" w:pos="1440"/>
        </w:tabs>
        <w:ind w:left="1440"/>
        <w:jc w:val="both"/>
      </w:pPr>
      <w:r w:rsidRPr="00AE3E80">
        <w:rPr>
          <w:rFonts w:cs="Arial"/>
        </w:rPr>
        <w:t>náklady na dopravu, ubytování, stravování, pojištění odpovědnosti, včetně pojištění sportovního materiálu</w:t>
      </w:r>
      <w:r w:rsidR="008121D9">
        <w:rPr>
          <w:rFonts w:cs="Arial"/>
        </w:rPr>
        <w:t xml:space="preserve">, </w:t>
      </w:r>
      <w:r w:rsidRPr="00AE3E80">
        <w:rPr>
          <w:rFonts w:cs="Arial"/>
        </w:rPr>
        <w:t xml:space="preserve"> a odměn delegovanýc</w:t>
      </w:r>
      <w:r>
        <w:t xml:space="preserve">h rozhodčích, technického doprovodu, organizátorů a sportovců, dle reglementu soutěže </w:t>
      </w:r>
    </w:p>
    <w:p w:rsidR="00E44F7B" w:rsidRDefault="00E44F7B" w:rsidP="00E44F7B">
      <w:pPr>
        <w:pStyle w:val="lnekText"/>
        <w:numPr>
          <w:ilvl w:val="0"/>
          <w:numId w:val="6"/>
        </w:numPr>
        <w:tabs>
          <w:tab w:val="clear" w:pos="722"/>
          <w:tab w:val="num" w:pos="1440"/>
        </w:tabs>
        <w:ind w:left="1440"/>
        <w:jc w:val="both"/>
        <w:rPr>
          <w:rFonts w:cs="Arial"/>
        </w:rPr>
      </w:pPr>
      <w:r>
        <w:rPr>
          <w:rFonts w:cs="Arial"/>
        </w:rPr>
        <w:t>osobní náklady jsou uznatelné pouze ve formě dohod o provedení práce</w:t>
      </w:r>
    </w:p>
    <w:p w:rsidR="008121D9" w:rsidRDefault="008121D9" w:rsidP="00E44F7B">
      <w:pPr>
        <w:pStyle w:val="lnekText"/>
        <w:numPr>
          <w:ilvl w:val="0"/>
          <w:numId w:val="6"/>
        </w:numPr>
        <w:tabs>
          <w:tab w:val="clear" w:pos="722"/>
          <w:tab w:val="num" w:pos="1440"/>
        </w:tabs>
        <w:ind w:left="1440"/>
        <w:jc w:val="both"/>
        <w:rPr>
          <w:rFonts w:cs="Arial"/>
        </w:rPr>
      </w:pPr>
      <w:r>
        <w:rPr>
          <w:rFonts w:cs="Arial"/>
        </w:rPr>
        <w:t>opravy a udržování sportovišť a sportovního vybavení včetně nákupu materiálu</w:t>
      </w:r>
    </w:p>
    <w:p w:rsidR="007907E6" w:rsidRPr="007907E6" w:rsidRDefault="007907E6" w:rsidP="008121D9">
      <w:pPr>
        <w:pStyle w:val="lnekText"/>
        <w:numPr>
          <w:ilvl w:val="0"/>
          <w:numId w:val="5"/>
        </w:numPr>
        <w:jc w:val="both"/>
      </w:pPr>
      <w:r>
        <w:rPr>
          <w:b/>
        </w:rPr>
        <w:t xml:space="preserve">Náklady vyúčtované paušální částkou </w:t>
      </w:r>
    </w:p>
    <w:p w:rsidR="008121D9" w:rsidRPr="007907E6" w:rsidRDefault="007907E6" w:rsidP="007907E6">
      <w:pPr>
        <w:pStyle w:val="lnekText"/>
        <w:tabs>
          <w:tab w:val="clear" w:pos="357"/>
        </w:tabs>
        <w:ind w:left="720" w:firstLine="0"/>
        <w:jc w:val="both"/>
      </w:pPr>
      <w:r w:rsidRPr="007907E6">
        <w:t xml:space="preserve">Náklady na realizaci </w:t>
      </w:r>
      <w:r>
        <w:t xml:space="preserve">a koordinaci </w:t>
      </w:r>
      <w:r w:rsidRPr="007907E6">
        <w:t>projektu</w:t>
      </w:r>
      <w:r>
        <w:t xml:space="preserve"> maximálně do výše 5.000 Kč mohou být </w:t>
      </w:r>
      <w:r w:rsidR="0074632E">
        <w:t>v souladu s § 10a odst. 8 zákona č. 250/2000 Sb. vyúčtovány paušální částkou a jejich výše nemusí být prokazována v rámci závěrečného vyúčtování. Paušální částkou je možno vyúčtovat náklady na kancelářský materiál, poplatky za telefonní hovory, náklady spojené s provozem internetu, poštovné.</w:t>
      </w:r>
      <w:r w:rsidRPr="007907E6">
        <w:t xml:space="preserve"> </w:t>
      </w:r>
    </w:p>
    <w:p w:rsidR="00A67BC8" w:rsidRDefault="00A67BC8" w:rsidP="00A67BC8">
      <w:pPr>
        <w:pStyle w:val="lnekText"/>
        <w:tabs>
          <w:tab w:val="clear" w:pos="357"/>
        </w:tabs>
        <w:jc w:val="both"/>
        <w:rPr>
          <w:rFonts w:cs="Arial"/>
        </w:rPr>
      </w:pPr>
    </w:p>
    <w:p w:rsidR="00E44F7B" w:rsidRPr="00502EFB" w:rsidRDefault="008121D9" w:rsidP="00502EFB">
      <w:pPr>
        <w:pStyle w:val="lnekText"/>
        <w:tabs>
          <w:tab w:val="clear" w:pos="357"/>
        </w:tabs>
        <w:jc w:val="both"/>
        <w:rPr>
          <w:rFonts w:cs="Arial"/>
        </w:rPr>
      </w:pPr>
      <w:r>
        <w:rPr>
          <w:rFonts w:cs="Arial"/>
        </w:rPr>
        <w:t xml:space="preserve"> </w:t>
      </w:r>
      <w:r w:rsidR="00502EFB">
        <w:rPr>
          <w:rFonts w:cs="Arial"/>
        </w:rPr>
        <w:t xml:space="preserve">     </w:t>
      </w:r>
      <w:r w:rsidR="00E44F7B" w:rsidRPr="00502EFB">
        <w:rPr>
          <w:b/>
        </w:rPr>
        <w:t>Všechny ostatní náklady vynaložené příjemcem jsou považovány za</w:t>
      </w:r>
      <w:r w:rsidR="00E44F7B">
        <w:t xml:space="preserve"> </w:t>
      </w:r>
      <w:r w:rsidR="00E44F7B" w:rsidRPr="00502EFB">
        <w:rPr>
          <w:b/>
        </w:rPr>
        <w:t>náklady neuznatelné</w:t>
      </w:r>
      <w:r w:rsidR="00E44F7B">
        <w:t>, např. splátky úvěrů vč. úroků; leasingu včetně akontace; nákupu alkoholu, cigaret, a to ani ve formě cen, odměn a dárkových balíčků; úhradu výdajů na pohoštění a dary (pohoštěním není společné stravování poskytované účastníkům soutěží, soustředění); pořizování - opravu techniky, která nesouvisí s účelem projektu (PC, mobilní telefony apod.)</w:t>
      </w:r>
    </w:p>
    <w:p w:rsidR="00E44F7B" w:rsidRPr="0064496D" w:rsidRDefault="00E44F7B" w:rsidP="00502EFB">
      <w:pPr>
        <w:pStyle w:val="lnekText"/>
        <w:numPr>
          <w:ilvl w:val="0"/>
          <w:numId w:val="8"/>
        </w:numPr>
        <w:spacing w:before="0"/>
        <w:ind w:left="357" w:hanging="357"/>
        <w:jc w:val="both"/>
        <w:rPr>
          <w:color w:val="000000"/>
        </w:rPr>
      </w:pPr>
      <w:r>
        <w:t xml:space="preserve"> nad rámec organizačních povinností; </w:t>
      </w:r>
      <w:r w:rsidRPr="003A6C7C">
        <w:rPr>
          <w:color w:val="000000"/>
        </w:rPr>
        <w:t>odměny statutárním orgánům právnických osob a zákonem nestanovené příspěvky zaměstnancům; pořízení dlouhodobého a krátkodobého finančního majetku; ztráty devizových kurzů; tvorbu kapitálového jmění (zisku); pokuty, poplatky, sankce, náklady za právní služby a zastoupení, včetně soudních a celních poplatků a nespecifikované výdaje, tzn. ty výdaje, které nelze účetně doložit.</w:t>
      </w:r>
      <w:r w:rsidRPr="006242B8">
        <w:t xml:space="preserve"> </w:t>
      </w:r>
    </w:p>
    <w:p w:rsidR="00E44F7B" w:rsidRPr="003A6C7C" w:rsidRDefault="00E44F7B" w:rsidP="00E44F7B">
      <w:pPr>
        <w:pStyle w:val="lnekText"/>
        <w:numPr>
          <w:ilvl w:val="0"/>
          <w:numId w:val="8"/>
        </w:numPr>
        <w:spacing w:before="0"/>
        <w:ind w:left="357" w:hanging="357"/>
        <w:jc w:val="both"/>
        <w:rPr>
          <w:color w:val="000000"/>
        </w:rPr>
      </w:pPr>
    </w:p>
    <w:p w:rsidR="00E44F7B" w:rsidRPr="00456DBC" w:rsidRDefault="00E44F7B" w:rsidP="00E44F7B">
      <w:pPr>
        <w:pStyle w:val="lnekText"/>
        <w:numPr>
          <w:ilvl w:val="1"/>
          <w:numId w:val="3"/>
        </w:numPr>
        <w:jc w:val="both"/>
      </w:pPr>
      <w:r>
        <w:t xml:space="preserve">Účelové vymezení podpory je orientováno na plnění sportovní, organizační a obsahové činnosti s výdaji, které prokazatelně vznikly </w:t>
      </w:r>
      <w:r w:rsidRPr="007838A0">
        <w:t xml:space="preserve">od </w:t>
      </w:r>
      <w:proofErr w:type="gramStart"/>
      <w:r w:rsidR="00A67BC8" w:rsidRPr="00456DBC">
        <w:t>1.1.2018</w:t>
      </w:r>
      <w:proofErr w:type="gramEnd"/>
      <w:r w:rsidR="00A67BC8" w:rsidRPr="00456DBC">
        <w:t xml:space="preserve"> do 31.12.2018</w:t>
      </w:r>
      <w:r w:rsidR="00456DBC">
        <w:t>.</w:t>
      </w:r>
    </w:p>
    <w:p w:rsidR="00E44F7B" w:rsidRPr="000D4BC1" w:rsidRDefault="00E44F7B" w:rsidP="00E44F7B">
      <w:pPr>
        <w:pStyle w:val="lnekText"/>
        <w:numPr>
          <w:ilvl w:val="1"/>
          <w:numId w:val="3"/>
        </w:numPr>
        <w:jc w:val="both"/>
      </w:pPr>
      <w:r w:rsidRPr="000D4BC1">
        <w:lastRenderedPageBreak/>
        <w:t xml:space="preserve">Pokud poskytovatel posoudí, že poskytnutí dotace by představovalo pro příjemce veřejnou podporu, může být poskytovatelem poskytnuta jen jako podpora de </w:t>
      </w:r>
      <w:proofErr w:type="spellStart"/>
      <w:r w:rsidRPr="000D4BC1">
        <w:t>minimis</w:t>
      </w:r>
      <w:proofErr w:type="spellEnd"/>
      <w:r w:rsidRPr="000D4BC1">
        <w:t xml:space="preserve"> (ve smyslu nařízení Komise EU č. 1407/2013 ze dne </w:t>
      </w:r>
      <w:proofErr w:type="gramStart"/>
      <w:r w:rsidRPr="000D4BC1">
        <w:t>18.12.2013</w:t>
      </w:r>
      <w:proofErr w:type="gramEnd"/>
      <w:r w:rsidRPr="000D4BC1">
        <w:t xml:space="preserve"> o použití článku 107 a 108 Smlouvy o fungování Evropské unie na podporu de </w:t>
      </w:r>
      <w:proofErr w:type="spellStart"/>
      <w:r w:rsidRPr="000D4BC1">
        <w:t>minimis</w:t>
      </w:r>
      <w:proofErr w:type="spellEnd"/>
      <w:r w:rsidRPr="000D4BC1">
        <w:t xml:space="preserve">; publikováno v Úředním věstníku Evropské unie dne </w:t>
      </w:r>
      <w:proofErr w:type="gramStart"/>
      <w:r w:rsidRPr="000D4BC1">
        <w:t>24.12.2013</w:t>
      </w:r>
      <w:proofErr w:type="gramEnd"/>
      <w:r w:rsidRPr="000D4BC1">
        <w:t xml:space="preserve"> v částce L 352), a to za předpokladu splnění všech požadavků zmíněného nařízení (včetně dodržení maximálních stropů).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4" w:name="_Toc417397843"/>
      <w:r>
        <w:t>Lhůta pro podání žádostí</w:t>
      </w:r>
      <w:bookmarkEnd w:id="4"/>
    </w:p>
    <w:p w:rsidR="00E44F7B" w:rsidRPr="00813177" w:rsidRDefault="00E44F7B" w:rsidP="00E44F7B">
      <w:pPr>
        <w:pStyle w:val="lnekText"/>
        <w:tabs>
          <w:tab w:val="clear" w:pos="357"/>
        </w:tabs>
      </w:pPr>
      <w:r>
        <w:t xml:space="preserve">Lhůta pro podání žádostí je od </w:t>
      </w:r>
      <w:proofErr w:type="gramStart"/>
      <w:r w:rsidR="00A67BC8">
        <w:t>2</w:t>
      </w:r>
      <w:r>
        <w:t>.</w:t>
      </w:r>
      <w:r w:rsidR="00505209">
        <w:t>7</w:t>
      </w:r>
      <w:r>
        <w:t>. 201</w:t>
      </w:r>
      <w:r w:rsidR="00A67BC8">
        <w:t>8</w:t>
      </w:r>
      <w:proofErr w:type="gramEnd"/>
      <w:r>
        <w:t xml:space="preserve"> do </w:t>
      </w:r>
      <w:r w:rsidR="00A67BC8">
        <w:t>11</w:t>
      </w:r>
      <w:r w:rsidR="00505209">
        <w:t>.</w:t>
      </w:r>
      <w:r w:rsidR="00A67BC8">
        <w:t>7</w:t>
      </w:r>
      <w:r>
        <w:t>. 201</w:t>
      </w:r>
      <w:r w:rsidR="00A67BC8">
        <w:t>8</w:t>
      </w:r>
      <w:r>
        <w:t xml:space="preserve"> včetně.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5" w:name="_Toc417397844"/>
      <w:r>
        <w:t>Podmínky pro předložení žádosti o dotaci a kritéria pro hodnocení žádosti</w:t>
      </w:r>
      <w:bookmarkEnd w:id="5"/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>Žadatel je povinen vyplnit řádně žádost a její povinné přílohy, dále je povinen přiložit všechny požadované kopie dokladů vyplývající z žádosti.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>Žadatelem požadovaná výše dotace musí být v každé nákladové položce zaokrouhlena na celé stokoruny.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>Při nesplnění podmínky uvedené v odst. 2 tohoto článku budou projekty doporučené ke schválení předkládány orgánům města s požadovanou výši dotace upravenou po zaokrouhlení všech nákladových položek na celé stokoruny směrem dolů.</w:t>
      </w:r>
    </w:p>
    <w:p w:rsidR="00E44F7B" w:rsidRPr="007838A0" w:rsidRDefault="00E44F7B" w:rsidP="00E44F7B">
      <w:pPr>
        <w:pStyle w:val="lnekText"/>
        <w:numPr>
          <w:ilvl w:val="1"/>
          <w:numId w:val="3"/>
        </w:numPr>
      </w:pPr>
      <w:r w:rsidRPr="007838A0">
        <w:t>Žadatel musí v době podání žádosti existovat nejméně jeden rok.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>
        <w:t>Žadatel je povinen předložit žádost o dotaci spolu se všemi vyplněnými přílohami v listinné podobě v jednom podepsaném originále, prostřednictvím provozovatele poštovních služeb nebo osobně na podatelně Magistrátu města Karviné, a to v obálce označené:</w:t>
      </w:r>
    </w:p>
    <w:p w:rsidR="00E44F7B" w:rsidRDefault="00E44F7B" w:rsidP="00E44F7B">
      <w:pPr>
        <w:pStyle w:val="lnek11"/>
        <w:numPr>
          <w:ilvl w:val="2"/>
          <w:numId w:val="11"/>
        </w:numPr>
        <w:spacing w:before="120"/>
        <w:ind w:left="697" w:hanging="340"/>
      </w:pPr>
      <w:r>
        <w:t xml:space="preserve">Statutární město Karviná, Fryštátská 72, Karviná-Fryštát </w:t>
      </w:r>
    </w:p>
    <w:p w:rsidR="00E44F7B" w:rsidRDefault="00E44F7B" w:rsidP="00E44F7B">
      <w:pPr>
        <w:pStyle w:val="lnek11"/>
        <w:numPr>
          <w:ilvl w:val="2"/>
          <w:numId w:val="11"/>
        </w:numPr>
        <w:ind w:left="697" w:hanging="340"/>
      </w:pPr>
      <w:r>
        <w:t>názvem příslušného vyhlášeného dotačního programu – DOTACE TJ/SK 201</w:t>
      </w:r>
      <w:r w:rsidR="00A67BC8">
        <w:t>8</w:t>
      </w:r>
    </w:p>
    <w:p w:rsidR="00E44F7B" w:rsidRDefault="00E44F7B" w:rsidP="00E44F7B">
      <w:pPr>
        <w:pStyle w:val="lnek11"/>
        <w:numPr>
          <w:ilvl w:val="2"/>
          <w:numId w:val="11"/>
        </w:numPr>
        <w:ind w:left="697" w:hanging="340"/>
      </w:pPr>
      <w:r>
        <w:t>plným názvem žadatele a adresou jeho sídla</w:t>
      </w:r>
    </w:p>
    <w:p w:rsidR="00E44F7B" w:rsidRDefault="00E44F7B" w:rsidP="00E44F7B">
      <w:pPr>
        <w:pStyle w:val="lnek11"/>
        <w:numPr>
          <w:ilvl w:val="2"/>
          <w:numId w:val="11"/>
        </w:numPr>
        <w:ind w:left="697" w:hanging="340"/>
      </w:pPr>
      <w:r>
        <w:t xml:space="preserve">textem </w:t>
      </w:r>
      <w:r w:rsidRPr="00392A83">
        <w:rPr>
          <w:b/>
        </w:rPr>
        <w:t>„Neotvírat – žádost o dotaci“</w:t>
      </w:r>
    </w:p>
    <w:p w:rsidR="00E44F7B" w:rsidRDefault="00E44F7B" w:rsidP="00E44F7B">
      <w:pPr>
        <w:pStyle w:val="lnek11"/>
        <w:tabs>
          <w:tab w:val="clear" w:pos="907"/>
        </w:tabs>
        <w:ind w:firstLine="0"/>
      </w:pPr>
    </w:p>
    <w:p w:rsidR="00E44F7B" w:rsidRDefault="00E44F7B" w:rsidP="00E44F7B">
      <w:pPr>
        <w:pStyle w:val="lnekText"/>
        <w:numPr>
          <w:ilvl w:val="1"/>
          <w:numId w:val="3"/>
        </w:numPr>
      </w:pPr>
      <w:r>
        <w:t>Žádost je podána včas, je-li podána nejpozději v poslední den stanoveného termínu na podatelně Magistrátu města Karviné, nebo je-li tentýž den předána k přepravě držiteli poštovní licence.</w:t>
      </w:r>
    </w:p>
    <w:p w:rsidR="00E44F7B" w:rsidRDefault="00E44F7B" w:rsidP="00E44F7B">
      <w:pPr>
        <w:pStyle w:val="lnek11"/>
        <w:tabs>
          <w:tab w:val="clear" w:pos="907"/>
        </w:tabs>
        <w:ind w:left="0" w:firstLine="0"/>
      </w:pPr>
    </w:p>
    <w:p w:rsidR="00E44F7B" w:rsidRDefault="00E44F7B" w:rsidP="00E44F7B">
      <w:pPr>
        <w:pStyle w:val="lnekText"/>
        <w:numPr>
          <w:ilvl w:val="1"/>
          <w:numId w:val="3"/>
        </w:numPr>
        <w:jc w:val="both"/>
        <w:rPr>
          <w:kern w:val="24"/>
        </w:rPr>
      </w:pPr>
      <w:r>
        <w:rPr>
          <w:kern w:val="24"/>
        </w:rPr>
        <w:t>Předložené žádosti budou z dalšího posuzování vyloučeny, pokud:</w:t>
      </w:r>
    </w:p>
    <w:p w:rsidR="00E44F7B" w:rsidRDefault="00E44F7B" w:rsidP="00E44F7B">
      <w:pPr>
        <w:pStyle w:val="lnek11"/>
        <w:numPr>
          <w:ilvl w:val="2"/>
          <w:numId w:val="12"/>
        </w:numPr>
        <w:ind w:left="697" w:hanging="340"/>
      </w:pPr>
      <w:r>
        <w:t>jsou v rozporu s tímto programem,</w:t>
      </w:r>
    </w:p>
    <w:p w:rsidR="00E44F7B" w:rsidRDefault="00E44F7B" w:rsidP="00E44F7B">
      <w:pPr>
        <w:pStyle w:val="lnek11"/>
        <w:numPr>
          <w:ilvl w:val="2"/>
          <w:numId w:val="12"/>
        </w:numPr>
        <w:ind w:left="697" w:hanging="340"/>
      </w:pPr>
      <w:r>
        <w:t>jsou podány jakýmkoli jiným způsobem (např. faxem nebo pouze e-mailem),</w:t>
      </w:r>
    </w:p>
    <w:p w:rsidR="00E44F7B" w:rsidRDefault="00E44F7B" w:rsidP="00E44F7B">
      <w:pPr>
        <w:pStyle w:val="lnek11"/>
        <w:numPr>
          <w:ilvl w:val="2"/>
          <w:numId w:val="12"/>
        </w:numPr>
        <w:ind w:left="697" w:hanging="340"/>
      </w:pPr>
      <w:r>
        <w:t>jsou doručeny na jiné adresy</w:t>
      </w:r>
    </w:p>
    <w:p w:rsidR="00E44F7B" w:rsidRDefault="00E44F7B" w:rsidP="00E44F7B">
      <w:pPr>
        <w:pStyle w:val="lnek11"/>
        <w:numPr>
          <w:ilvl w:val="2"/>
          <w:numId w:val="12"/>
        </w:numPr>
        <w:ind w:left="697" w:hanging="340"/>
      </w:pPr>
      <w:r>
        <w:t>jsou podány mimo lhůtu pro předložení žádosti,</w:t>
      </w:r>
    </w:p>
    <w:p w:rsidR="00E44F7B" w:rsidRDefault="00E44F7B" w:rsidP="00E44F7B">
      <w:pPr>
        <w:pStyle w:val="lnek11"/>
        <w:numPr>
          <w:ilvl w:val="2"/>
          <w:numId w:val="12"/>
        </w:numPr>
        <w:ind w:left="697" w:hanging="340"/>
      </w:pPr>
      <w:r>
        <w:t>nebudou podepsány osobou oprávněnou jednat za žadatele.</w:t>
      </w:r>
    </w:p>
    <w:p w:rsidR="00E44F7B" w:rsidRDefault="00E44F7B" w:rsidP="00E44F7B">
      <w:pPr>
        <w:pStyle w:val="lnek11"/>
        <w:tabs>
          <w:tab w:val="clear" w:pos="907"/>
        </w:tabs>
        <w:ind w:left="357" w:firstLine="0"/>
      </w:pPr>
    </w:p>
    <w:p w:rsidR="00E44F7B" w:rsidRDefault="00E44F7B" w:rsidP="00E44F7B">
      <w:pPr>
        <w:pStyle w:val="lnekText"/>
        <w:numPr>
          <w:ilvl w:val="1"/>
          <w:numId w:val="3"/>
        </w:numPr>
        <w:jc w:val="both"/>
        <w:rPr>
          <w:kern w:val="24"/>
        </w:rPr>
      </w:pPr>
      <w:r>
        <w:rPr>
          <w:kern w:val="24"/>
        </w:rPr>
        <w:t>Při porušení povinnosti žadatele předložit úplnou žádost včetně kopií dokladů uvedených v žádosti bude žádost z posuzování vyloučena.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  <w:rPr>
          <w:kern w:val="24"/>
        </w:rPr>
      </w:pPr>
      <w:r>
        <w:rPr>
          <w:kern w:val="24"/>
        </w:rPr>
        <w:t>Pokud bude žádost vykazovat jiné nedostatky, vyzve administrátor dotačního programu žadatele k jejich odstranění v náhradním termínu. Pokud tak žadatel neučiní, bude jeho žádost z hodnocení vyloučena.</w:t>
      </w:r>
    </w:p>
    <w:p w:rsidR="00E44F7B" w:rsidRPr="00C11E91" w:rsidRDefault="00E44F7B" w:rsidP="00E44F7B">
      <w:pPr>
        <w:pStyle w:val="lnekText"/>
        <w:numPr>
          <w:ilvl w:val="1"/>
          <w:numId w:val="3"/>
        </w:numPr>
        <w:jc w:val="both"/>
        <w:rPr>
          <w:kern w:val="24"/>
        </w:rPr>
      </w:pPr>
      <w:r>
        <w:rPr>
          <w:kern w:val="24"/>
        </w:rPr>
        <w:t>Všechny došlé žádosti včetně jejich příloh se archivují a žadatelům se nevracejí.</w:t>
      </w:r>
    </w:p>
    <w:p w:rsidR="00E44F7B" w:rsidRDefault="00E44F7B" w:rsidP="00E44F7B">
      <w:pPr>
        <w:pStyle w:val="lnekText"/>
        <w:tabs>
          <w:tab w:val="clear" w:pos="357"/>
        </w:tabs>
        <w:ind w:firstLine="0"/>
        <w:jc w:val="both"/>
        <w:rPr>
          <w:kern w:val="24"/>
        </w:rPr>
      </w:pPr>
    </w:p>
    <w:p w:rsidR="00E44F7B" w:rsidRPr="00195113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6" w:name="_Toc417397845"/>
      <w:r>
        <w:t>Povinnosti příjemce dotace</w:t>
      </w:r>
      <w:bookmarkEnd w:id="6"/>
    </w:p>
    <w:p w:rsidR="00E44F7B" w:rsidRPr="00347BE6" w:rsidRDefault="00E44F7B" w:rsidP="00E44F7B">
      <w:pPr>
        <w:pStyle w:val="lnekText"/>
        <w:numPr>
          <w:ilvl w:val="1"/>
          <w:numId w:val="3"/>
        </w:numPr>
        <w:jc w:val="both"/>
        <w:rPr>
          <w:kern w:val="24"/>
        </w:rPr>
      </w:pPr>
      <w:r>
        <w:rPr>
          <w:kern w:val="24"/>
        </w:rPr>
        <w:t>Příjemce dotace je v případě přijetí dotace odpovědný za účelné a efektivní využití poskytnutých finančních prostředků z rozpočtu SMK. Příjemce dotace předkládá na Odbor rozvoje MMK</w:t>
      </w:r>
      <w:r w:rsidRPr="00905E2D">
        <w:rPr>
          <w:kern w:val="24"/>
        </w:rPr>
        <w:t xml:space="preserve"> </w:t>
      </w:r>
      <w:r>
        <w:rPr>
          <w:kern w:val="24"/>
        </w:rPr>
        <w:t xml:space="preserve">vyúčtování dotace dle stanoveného postupu. Příjemce dotace je plně zodpovědný za sankce, které jsou vyměřeny při porušení rozpočtové kázně. </w:t>
      </w:r>
    </w:p>
    <w:p w:rsidR="00E44F7B" w:rsidRPr="00026424" w:rsidRDefault="00E44F7B" w:rsidP="00E44F7B">
      <w:pPr>
        <w:pStyle w:val="lnekText"/>
        <w:numPr>
          <w:ilvl w:val="1"/>
          <w:numId w:val="3"/>
        </w:numPr>
        <w:jc w:val="both"/>
      </w:pPr>
      <w:r w:rsidRPr="00E02D87">
        <w:rPr>
          <w:spacing w:val="-2"/>
        </w:rPr>
        <w:t xml:space="preserve">Příjemce dotace je povinen při svém zániku, transformaci, sloučení, případně odstoupení od </w:t>
      </w:r>
      <w:r>
        <w:rPr>
          <w:spacing w:val="-2"/>
        </w:rPr>
        <w:t>P</w:t>
      </w:r>
      <w:r w:rsidRPr="00E02D87">
        <w:rPr>
          <w:spacing w:val="-2"/>
        </w:rPr>
        <w:t>rogramu, účelu projektu nebo jeho ukončení, přednostně vypořádat majetkové a finanční závazky a vztahy se SM</w:t>
      </w:r>
      <w:r>
        <w:rPr>
          <w:spacing w:val="-2"/>
        </w:rPr>
        <w:t>K</w:t>
      </w:r>
      <w:r w:rsidRPr="00D82CEE">
        <w:t>.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 w:rsidRPr="00CE1869">
        <w:t>Příjemce</w:t>
      </w:r>
      <w:r>
        <w:t xml:space="preserve"> dotace</w:t>
      </w:r>
      <w:r w:rsidRPr="00CE1869">
        <w:t xml:space="preserve"> odpovídá za hospodárné a účelné použití </w:t>
      </w:r>
      <w:r>
        <w:t>dotace</w:t>
      </w:r>
      <w:r w:rsidRPr="00CE1869">
        <w:t xml:space="preserve"> na projekty, pro které byly poskytnuty, a za jejich řádné a oddělené sledování v účetnictví, které je v souladu s obecně platnými předpisy, zejména zákonem č. 563/1991 Sb., o účetnictví, ve znění pozdějších předpisů. Doklady prokazující využití dotace musí být viditelně označeny číslem </w:t>
      </w:r>
      <w:r>
        <w:t>smlouvy</w:t>
      </w:r>
      <w:r w:rsidRPr="00CE1869">
        <w:t>, ke které se vztahují.</w:t>
      </w:r>
    </w:p>
    <w:p w:rsidR="00E44F7B" w:rsidRPr="00783605" w:rsidRDefault="00E44F7B" w:rsidP="00E44F7B">
      <w:pPr>
        <w:pStyle w:val="lnekText"/>
        <w:numPr>
          <w:ilvl w:val="1"/>
          <w:numId w:val="3"/>
        </w:numPr>
        <w:jc w:val="both"/>
      </w:pPr>
      <w:r w:rsidRPr="00783605">
        <w:t>Příjemce je povinen dodržet vešker</w:t>
      </w:r>
      <w:r>
        <w:t>á</w:t>
      </w:r>
      <w:r w:rsidRPr="00783605">
        <w:t xml:space="preserve"> ustanovení vyplývající z podmínek </w:t>
      </w:r>
      <w:r>
        <w:t>dotačního p</w:t>
      </w:r>
      <w:r w:rsidRPr="00783605">
        <w:t xml:space="preserve">rogramu a z ustanovení </w:t>
      </w:r>
      <w:r>
        <w:t>s</w:t>
      </w:r>
      <w:r w:rsidRPr="00783605">
        <w:t xml:space="preserve">mlouvy. </w:t>
      </w:r>
    </w:p>
    <w:p w:rsidR="00E44F7B" w:rsidRPr="00B9597A" w:rsidRDefault="00E44F7B" w:rsidP="00E44F7B">
      <w:pPr>
        <w:pStyle w:val="lnekText"/>
        <w:numPr>
          <w:ilvl w:val="1"/>
          <w:numId w:val="3"/>
        </w:numPr>
        <w:jc w:val="both"/>
      </w:pPr>
      <w:r w:rsidRPr="00B9597A">
        <w:t xml:space="preserve">Příjemce dotace je povinen objem prostředků s poskytovatelem finančně vypořádat v termínech </w:t>
      </w:r>
      <w:r>
        <w:t>stanovených smlouvou.</w:t>
      </w:r>
      <w:r w:rsidRPr="00B9597A">
        <w:t xml:space="preserve"> </w:t>
      </w:r>
    </w:p>
    <w:p w:rsidR="00E44F7B" w:rsidRDefault="00E44F7B" w:rsidP="00E44F7B">
      <w:pPr>
        <w:pStyle w:val="lnekText"/>
        <w:numPr>
          <w:ilvl w:val="1"/>
          <w:numId w:val="3"/>
        </w:numPr>
        <w:jc w:val="both"/>
      </w:pPr>
      <w:r w:rsidRPr="00B9597A">
        <w:t>Při nečerpání a vrácení finančních prostředků z</w:t>
      </w:r>
      <w:r>
        <w:t> dotace</w:t>
      </w:r>
      <w:r w:rsidRPr="00B9597A">
        <w:t>, je nutné o této skutečnosti ihned informovat poskytovatele, včetně zaslání avíza k platbě na adresu</w:t>
      </w:r>
      <w:r>
        <w:t xml:space="preserve"> sídla poskytovatele dotace.</w:t>
      </w:r>
    </w:p>
    <w:p w:rsidR="00E44F7B" w:rsidRPr="00001A32" w:rsidRDefault="00E44F7B" w:rsidP="00E44F7B">
      <w:pPr>
        <w:pStyle w:val="lnekText"/>
        <w:numPr>
          <w:ilvl w:val="1"/>
          <w:numId w:val="3"/>
        </w:numPr>
        <w:jc w:val="both"/>
      </w:pPr>
      <w:r>
        <w:t>Pokud se žadatel nedostaví k podpisu nebo odmítne podepsat smlouvu o poskytnutí dotace nejdéle do dvou měsíců od obdržení výzvy k podpisu smlouvy, ztrácí nárok na poskytnutí dotace.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7" w:name="_Toc417397846"/>
      <w:r>
        <w:t>Postup vyhlašovatele</w:t>
      </w:r>
      <w:bookmarkEnd w:id="7"/>
    </w:p>
    <w:p w:rsidR="00E44F7B" w:rsidRDefault="00E44F7B" w:rsidP="00E44F7B">
      <w:pPr>
        <w:pStyle w:val="lnekText"/>
        <w:numPr>
          <w:ilvl w:val="1"/>
          <w:numId w:val="3"/>
        </w:numPr>
      </w:pPr>
      <w:r w:rsidRPr="00625373">
        <w:t>Zohlednění obecných údajů</w:t>
      </w:r>
    </w:p>
    <w:p w:rsidR="00E44F7B" w:rsidRDefault="00E44F7B" w:rsidP="00E44F7B">
      <w:pPr>
        <w:pStyle w:val="lnek11"/>
        <w:numPr>
          <w:ilvl w:val="0"/>
          <w:numId w:val="15"/>
        </w:numPr>
        <w:ind w:left="714" w:hanging="357"/>
      </w:pPr>
      <w:r w:rsidRPr="00625373">
        <w:t>Stav předložené žádosti</w:t>
      </w:r>
    </w:p>
    <w:p w:rsidR="00E44F7B" w:rsidRDefault="00E44F7B" w:rsidP="00E44F7B">
      <w:pPr>
        <w:pStyle w:val="lnek11"/>
        <w:numPr>
          <w:ilvl w:val="0"/>
          <w:numId w:val="15"/>
        </w:numPr>
        <w:ind w:left="714" w:hanging="357"/>
      </w:pPr>
      <w:r w:rsidRPr="00625373">
        <w:t>Vyplnění požadovaných údajů</w:t>
      </w:r>
    </w:p>
    <w:p w:rsidR="00E44F7B" w:rsidRDefault="00E44F7B" w:rsidP="00E44F7B">
      <w:pPr>
        <w:pStyle w:val="lnek11"/>
        <w:numPr>
          <w:ilvl w:val="0"/>
          <w:numId w:val="15"/>
        </w:numPr>
        <w:ind w:left="714" w:hanging="357"/>
      </w:pPr>
      <w:r w:rsidRPr="00625373">
        <w:t>Doložení požadovaných dokumentů</w:t>
      </w:r>
    </w:p>
    <w:p w:rsidR="00E44F7B" w:rsidRDefault="00E44F7B" w:rsidP="00E44F7B">
      <w:pPr>
        <w:pStyle w:val="lnekText"/>
        <w:numPr>
          <w:ilvl w:val="1"/>
          <w:numId w:val="3"/>
        </w:numPr>
      </w:pPr>
      <w:r w:rsidRPr="00625373">
        <w:t>Základní postup</w:t>
      </w:r>
    </w:p>
    <w:p w:rsidR="00E44F7B" w:rsidRDefault="00E44F7B" w:rsidP="00E44F7B">
      <w:pPr>
        <w:pStyle w:val="lnek11"/>
        <w:numPr>
          <w:ilvl w:val="2"/>
          <w:numId w:val="16"/>
        </w:numPr>
        <w:tabs>
          <w:tab w:val="clear" w:pos="2495"/>
          <w:tab w:val="left" w:pos="851"/>
        </w:tabs>
        <w:spacing w:before="120"/>
        <w:ind w:left="714" w:hanging="357"/>
      </w:pPr>
      <w:r>
        <w:t>Žadatelé odevzdají v určeném termínu vyplněnou žádost včetně  všech povinných příloh.</w:t>
      </w:r>
    </w:p>
    <w:p w:rsidR="00E44F7B" w:rsidRDefault="00E44F7B" w:rsidP="00E44F7B">
      <w:pPr>
        <w:pStyle w:val="lnek11"/>
        <w:numPr>
          <w:ilvl w:val="2"/>
          <w:numId w:val="16"/>
        </w:numPr>
        <w:spacing w:before="120"/>
        <w:ind w:left="714" w:hanging="357"/>
      </w:pPr>
      <w:r w:rsidRPr="00625373">
        <w:t>Žádosti, které nebudou řádně vyplněny a nebudou obsahovat všechny povinné přílohy, budou z Programu vyřazeny.</w:t>
      </w:r>
    </w:p>
    <w:p w:rsidR="00E44F7B" w:rsidRDefault="00E44F7B" w:rsidP="00E44F7B">
      <w:pPr>
        <w:pStyle w:val="lnek11"/>
        <w:numPr>
          <w:ilvl w:val="2"/>
          <w:numId w:val="16"/>
        </w:numPr>
        <w:tabs>
          <w:tab w:val="clear" w:pos="2495"/>
          <w:tab w:val="left" w:pos="851"/>
        </w:tabs>
        <w:spacing w:before="120"/>
        <w:ind w:left="714" w:hanging="357"/>
        <w:jc w:val="both"/>
      </w:pPr>
      <w:r>
        <w:t>Data předložená žadateli zpracuje Odbor rozvoje MMK – administrátor dotačního programu, provede  kontrolu  společně s  Komisí tělovýchovy a sportu RM (dále jen komise) a vyhrazenou část prostředků</w:t>
      </w:r>
      <w:r w:rsidRPr="00625373">
        <w:rPr>
          <w:rFonts w:cs="Arial"/>
        </w:rPr>
        <w:t xml:space="preserve"> pro Program</w:t>
      </w:r>
      <w:r>
        <w:t xml:space="preserve"> rozdělí </w:t>
      </w:r>
      <w:r w:rsidRPr="000D4BC1">
        <w:t>matematickým výpočtem</w:t>
      </w:r>
      <w:r>
        <w:t xml:space="preserve"> a připraví souhrnný materiál s konkrétním  rozdělením dotace pro jednotlivé žadatele.</w:t>
      </w:r>
    </w:p>
    <w:p w:rsidR="00E44F7B" w:rsidRDefault="00E44F7B" w:rsidP="00E44F7B">
      <w:pPr>
        <w:pStyle w:val="lnek11"/>
        <w:numPr>
          <w:ilvl w:val="2"/>
          <w:numId w:val="16"/>
        </w:numPr>
        <w:tabs>
          <w:tab w:val="clear" w:pos="2495"/>
          <w:tab w:val="left" w:pos="851"/>
        </w:tabs>
        <w:spacing w:before="120"/>
        <w:ind w:left="714" w:hanging="357"/>
        <w:jc w:val="both"/>
      </w:pPr>
      <w:r>
        <w:t xml:space="preserve">Odbor rozvoje MMK, na základě doporučení komise, předkládá návrh na poskytnutí dotace ke schválení v orgánech města. V případě </w:t>
      </w:r>
      <w:r w:rsidRPr="000D4BC1">
        <w:t xml:space="preserve">podaných žádostí o </w:t>
      </w:r>
      <w:r>
        <w:t xml:space="preserve">poskytnutí dotací do 50 tis. Kč v jednotlivém případě za SMK rozhoduje Rada města Karviné, v případě </w:t>
      </w:r>
      <w:r w:rsidRPr="000D4BC1">
        <w:t xml:space="preserve">podaných žádostí o </w:t>
      </w:r>
      <w:r>
        <w:t>poskytnutí dotací nad 50 tis. Kč rozhoduje za SMK Zastupitelstvo města Karviné.</w:t>
      </w:r>
    </w:p>
    <w:p w:rsidR="00E44F7B" w:rsidRDefault="00E44F7B" w:rsidP="00E44F7B">
      <w:pPr>
        <w:pStyle w:val="lnek11"/>
        <w:numPr>
          <w:ilvl w:val="2"/>
          <w:numId w:val="16"/>
        </w:numPr>
        <w:tabs>
          <w:tab w:val="clear" w:pos="2495"/>
          <w:tab w:val="left" w:pos="851"/>
        </w:tabs>
        <w:spacing w:before="120"/>
        <w:ind w:left="714" w:hanging="357"/>
        <w:jc w:val="both"/>
      </w:pPr>
      <w:r>
        <w:t>Po projednání v příslušném orgánu města informuje Odbor rozvoje MMK všechny žadatele o výsledku projednání žádosti na webových stránkách SMK.</w:t>
      </w:r>
    </w:p>
    <w:p w:rsidR="00E44F7B" w:rsidRDefault="00E44F7B" w:rsidP="00E44F7B">
      <w:pPr>
        <w:pStyle w:val="lnek11"/>
        <w:numPr>
          <w:ilvl w:val="2"/>
          <w:numId w:val="16"/>
        </w:numPr>
        <w:tabs>
          <w:tab w:val="clear" w:pos="2495"/>
          <w:tab w:val="left" w:pos="851"/>
        </w:tabs>
        <w:spacing w:before="120"/>
        <w:ind w:left="714" w:hanging="357"/>
        <w:jc w:val="both"/>
      </w:pPr>
      <w:r>
        <w:t xml:space="preserve">O poskytnutí dotace se uzavře mezi poskytovatelem a příjemcem písemná smlouva (dle Přílohy č. </w:t>
      </w:r>
      <w:r w:rsidR="00B01F7E">
        <w:t>3</w:t>
      </w:r>
      <w:r>
        <w:t>).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8" w:name="_Toc417397847"/>
      <w:r>
        <w:t>Kritéria pro stanovení výše dotace a výpočet rozdělení dotace</w:t>
      </w:r>
      <w:bookmarkEnd w:id="8"/>
    </w:p>
    <w:p w:rsidR="00E44F7B" w:rsidRPr="006F0E03" w:rsidRDefault="00E44F7B" w:rsidP="00E44F7B">
      <w:pPr>
        <w:pStyle w:val="lnekText"/>
        <w:numPr>
          <w:ilvl w:val="0"/>
          <w:numId w:val="14"/>
        </w:numPr>
        <w:ind w:left="357" w:hanging="357"/>
        <w:jc w:val="both"/>
      </w:pPr>
      <w:r>
        <w:t>Žádosti o dotaci budou po kontrole věcné a formální správnosti zpracování posuzovány po obsahové stránce komisí, a to hodnocením dle uvedených kritérií:</w:t>
      </w:r>
    </w:p>
    <w:p w:rsidR="00E44F7B" w:rsidRPr="000925A3" w:rsidRDefault="00E44F7B" w:rsidP="00E44F7B">
      <w:pPr>
        <w:pStyle w:val="lnekText"/>
        <w:tabs>
          <w:tab w:val="clear" w:pos="357"/>
        </w:tabs>
        <w:ind w:firstLine="0"/>
        <w:jc w:val="both"/>
        <w:rPr>
          <w:u w:val="single"/>
        </w:rPr>
      </w:pPr>
      <w:r w:rsidRPr="000925A3">
        <w:rPr>
          <w:u w:val="single"/>
        </w:rPr>
        <w:t>Předpokládaná všeobecná kritéria hodnocení jsou:</w:t>
      </w:r>
    </w:p>
    <w:p w:rsidR="00E44F7B" w:rsidRDefault="00E44F7B" w:rsidP="00E44F7B">
      <w:pPr>
        <w:pStyle w:val="lnekText"/>
        <w:numPr>
          <w:ilvl w:val="0"/>
          <w:numId w:val="13"/>
        </w:numPr>
        <w:tabs>
          <w:tab w:val="clear" w:pos="907"/>
          <w:tab w:val="clear" w:pos="1644"/>
          <w:tab w:val="left" w:pos="567"/>
          <w:tab w:val="left" w:pos="993"/>
        </w:tabs>
        <w:ind w:left="714" w:hanging="357"/>
        <w:jc w:val="both"/>
      </w:pPr>
      <w:r w:rsidRPr="006F0E03">
        <w:rPr>
          <w:b/>
        </w:rPr>
        <w:t>Kredibilita žadatele</w:t>
      </w:r>
      <w:r>
        <w:t xml:space="preserve"> – kvalita, důvěryhodnost činnosti žadatele, odborný a společenský význam, vyhodnocení předchozí spolupráce</w:t>
      </w:r>
    </w:p>
    <w:p w:rsidR="00E44F7B" w:rsidRDefault="00E44F7B" w:rsidP="00E44F7B">
      <w:pPr>
        <w:pStyle w:val="lnekText"/>
        <w:numPr>
          <w:ilvl w:val="0"/>
          <w:numId w:val="13"/>
        </w:numPr>
        <w:tabs>
          <w:tab w:val="clear" w:pos="907"/>
          <w:tab w:val="clear" w:pos="1644"/>
          <w:tab w:val="left" w:pos="567"/>
          <w:tab w:val="left" w:pos="993"/>
        </w:tabs>
        <w:ind w:left="714" w:hanging="357"/>
        <w:jc w:val="both"/>
      </w:pPr>
      <w:r w:rsidRPr="006F0E03">
        <w:rPr>
          <w:b/>
        </w:rPr>
        <w:t>Kvalita předkládaného projektu</w:t>
      </w:r>
      <w:r>
        <w:t xml:space="preserve"> – úroveň a srozumitelnost, jasně formulovaný cíl, potřebnost a přínos dopadu projektu pro sport ve městě</w:t>
      </w:r>
    </w:p>
    <w:p w:rsidR="00E44F7B" w:rsidRDefault="00E44F7B" w:rsidP="00E44F7B">
      <w:pPr>
        <w:pStyle w:val="lnekText"/>
        <w:numPr>
          <w:ilvl w:val="0"/>
          <w:numId w:val="13"/>
        </w:numPr>
        <w:tabs>
          <w:tab w:val="clear" w:pos="907"/>
          <w:tab w:val="clear" w:pos="1644"/>
          <w:tab w:val="left" w:pos="567"/>
          <w:tab w:val="left" w:pos="993"/>
        </w:tabs>
        <w:ind w:left="714" w:hanging="357"/>
        <w:jc w:val="both"/>
      </w:pPr>
      <w:r w:rsidRPr="006F0E03">
        <w:rPr>
          <w:b/>
        </w:rPr>
        <w:t>Ekonomické parametry projektu</w:t>
      </w:r>
      <w:r>
        <w:t xml:space="preserve"> – splnění kritérií přiměřenosti nákladů projektu, zdůvodnění žádosti, srozumitelnost, přehlednost a přesvědčivost projektu, výdajové a příjmové stránky, ekonomická náročnost</w:t>
      </w:r>
    </w:p>
    <w:p w:rsidR="00E44F7B" w:rsidRDefault="00E44F7B" w:rsidP="00E44F7B">
      <w:pPr>
        <w:pStyle w:val="lnekText"/>
        <w:numPr>
          <w:ilvl w:val="0"/>
          <w:numId w:val="13"/>
        </w:numPr>
        <w:tabs>
          <w:tab w:val="clear" w:pos="907"/>
          <w:tab w:val="clear" w:pos="1644"/>
          <w:tab w:val="left" w:pos="567"/>
          <w:tab w:val="left" w:pos="993"/>
        </w:tabs>
        <w:ind w:left="714" w:hanging="357"/>
        <w:jc w:val="both"/>
      </w:pPr>
      <w:r w:rsidRPr="006F0E03">
        <w:rPr>
          <w:b/>
        </w:rPr>
        <w:t xml:space="preserve">Perspektiva </w:t>
      </w:r>
      <w:r>
        <w:t>– popularita sportu v rámci ČR, historická tradice sportu ve městě, koncepční práce s mládeží, perspektiva pro mládež</w:t>
      </w:r>
    </w:p>
    <w:p w:rsidR="00E44F7B" w:rsidRDefault="00E44F7B" w:rsidP="00E44F7B">
      <w:pPr>
        <w:pStyle w:val="lnekText"/>
        <w:tabs>
          <w:tab w:val="clear" w:pos="357"/>
          <w:tab w:val="clear" w:pos="907"/>
          <w:tab w:val="clear" w:pos="1644"/>
          <w:tab w:val="left" w:pos="567"/>
          <w:tab w:val="left" w:pos="993"/>
        </w:tabs>
        <w:spacing w:before="0"/>
        <w:ind w:left="993" w:hanging="993"/>
        <w:jc w:val="both"/>
      </w:pPr>
    </w:p>
    <w:p w:rsidR="00E44F7B" w:rsidRDefault="00E44F7B" w:rsidP="00E44F7B">
      <w:pPr>
        <w:pStyle w:val="lnekText"/>
        <w:tabs>
          <w:tab w:val="clear" w:pos="357"/>
          <w:tab w:val="clear" w:pos="907"/>
          <w:tab w:val="clear" w:pos="1644"/>
          <w:tab w:val="left" w:pos="567"/>
          <w:tab w:val="left" w:pos="993"/>
        </w:tabs>
        <w:spacing w:before="0"/>
        <w:ind w:left="993" w:hanging="993"/>
        <w:jc w:val="both"/>
      </w:pPr>
    </w:p>
    <w:p w:rsidR="00E44F7B" w:rsidRPr="00CB7F09" w:rsidRDefault="00E44F7B" w:rsidP="00E44F7B">
      <w:pPr>
        <w:pStyle w:val="lnekText"/>
        <w:tabs>
          <w:tab w:val="clear" w:pos="357"/>
          <w:tab w:val="clear" w:pos="907"/>
          <w:tab w:val="clear" w:pos="1644"/>
          <w:tab w:val="left" w:pos="567"/>
          <w:tab w:val="left" w:pos="1134"/>
        </w:tabs>
        <w:spacing w:before="0"/>
        <w:ind w:left="0" w:firstLine="0"/>
        <w:jc w:val="both"/>
      </w:pPr>
      <w:r>
        <w:t>Výše dotace bude stanovena na základě bodového hodnocení dle následujících kritérií: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0"/>
        <w:gridCol w:w="6778"/>
        <w:gridCol w:w="1892"/>
      </w:tblGrid>
      <w:tr w:rsidR="00E44F7B" w:rsidTr="006F1FEA">
        <w:tc>
          <w:tcPr>
            <w:tcW w:w="7372" w:type="dxa"/>
            <w:gridSpan w:val="2"/>
          </w:tcPr>
          <w:p w:rsidR="00E44F7B" w:rsidRDefault="00E44F7B" w:rsidP="006F1FE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</w:p>
          <w:p w:rsidR="00E44F7B" w:rsidRDefault="00E44F7B" w:rsidP="006F1FE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Základní posuzované ukazatele </w:t>
            </w:r>
          </w:p>
        </w:tc>
        <w:tc>
          <w:tcPr>
            <w:tcW w:w="1914" w:type="dxa"/>
          </w:tcPr>
          <w:p w:rsidR="00E44F7B" w:rsidRDefault="00E44F7B" w:rsidP="006F1FE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Maximálně možné bodové ohodnocení</w:t>
            </w:r>
          </w:p>
        </w:tc>
      </w:tr>
      <w:tr w:rsidR="00E44F7B" w:rsidTr="006F1FEA">
        <w:tc>
          <w:tcPr>
            <w:tcW w:w="392" w:type="dxa"/>
            <w:vAlign w:val="center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980" w:type="dxa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204E7A">
              <w:rPr>
                <w:rFonts w:cs="Arial"/>
              </w:rPr>
              <w:t>družstva, soutěže</w:t>
            </w:r>
            <w:r>
              <w:rPr>
                <w:rFonts w:cs="Arial"/>
              </w:rPr>
              <w:t>, individuální sporty</w:t>
            </w:r>
            <w:r w:rsidRPr="00204E7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– účast a postavení v soutěži v daném sportovním odvětví, kvalita dosahovaných sportovních výsledků</w:t>
            </w:r>
          </w:p>
        </w:tc>
        <w:tc>
          <w:tcPr>
            <w:tcW w:w="1914" w:type="dxa"/>
            <w:vAlign w:val="center"/>
          </w:tcPr>
          <w:p w:rsidR="00E44F7B" w:rsidRPr="00204E7A" w:rsidRDefault="00E44F7B" w:rsidP="00FF7CF6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max. </w:t>
            </w:r>
            <w:r w:rsidR="00FF7CF6">
              <w:rPr>
                <w:rFonts w:cs="Arial"/>
              </w:rPr>
              <w:t>3</w:t>
            </w:r>
            <w:r>
              <w:rPr>
                <w:rFonts w:cs="Arial"/>
              </w:rPr>
              <w:t>0</w:t>
            </w:r>
          </w:p>
        </w:tc>
      </w:tr>
      <w:tr w:rsidR="00E44F7B" w:rsidTr="006F1FEA">
        <w:tc>
          <w:tcPr>
            <w:tcW w:w="392" w:type="dxa"/>
            <w:vAlign w:val="center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980" w:type="dxa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mládež – dosažené úspěchy v práci s dětmi a mládeží, rozvoj mládeže na základě koncepční práce s mládeží, perspektiva pro mládež</w:t>
            </w:r>
          </w:p>
        </w:tc>
        <w:tc>
          <w:tcPr>
            <w:tcW w:w="1914" w:type="dxa"/>
            <w:vAlign w:val="center"/>
          </w:tcPr>
          <w:p w:rsidR="00E44F7B" w:rsidRPr="00204E7A" w:rsidRDefault="00E44F7B" w:rsidP="00FF7CF6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max. </w:t>
            </w:r>
            <w:r w:rsidR="00FF7CF6">
              <w:rPr>
                <w:rFonts w:cs="Arial"/>
              </w:rPr>
              <w:t>3</w:t>
            </w:r>
            <w:r>
              <w:rPr>
                <w:rFonts w:cs="Arial"/>
              </w:rPr>
              <w:t>0</w:t>
            </w:r>
          </w:p>
        </w:tc>
      </w:tr>
      <w:tr w:rsidR="00E44F7B" w:rsidTr="006F1FEA">
        <w:tc>
          <w:tcPr>
            <w:tcW w:w="392" w:type="dxa"/>
            <w:vAlign w:val="center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6980" w:type="dxa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členská základna – cílová skupina, její velikost, složení, aktivní zapojení</w:t>
            </w:r>
          </w:p>
        </w:tc>
        <w:tc>
          <w:tcPr>
            <w:tcW w:w="1914" w:type="dxa"/>
            <w:vAlign w:val="center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max. 50</w:t>
            </w:r>
          </w:p>
        </w:tc>
      </w:tr>
      <w:tr w:rsidR="00E44F7B" w:rsidTr="006F1FEA">
        <w:tc>
          <w:tcPr>
            <w:tcW w:w="392" w:type="dxa"/>
            <w:vAlign w:val="center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6980" w:type="dxa"/>
          </w:tcPr>
          <w:p w:rsidR="00E44F7B" w:rsidRPr="00204E7A" w:rsidRDefault="00E44F7B" w:rsidP="00FF7CF6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 xml:space="preserve">sportoviště -  vlastník, nájemce, náklady na nájem, náklady spojené s provozováním, opravou a údržbou sportoviště </w:t>
            </w:r>
          </w:p>
        </w:tc>
        <w:tc>
          <w:tcPr>
            <w:tcW w:w="1914" w:type="dxa"/>
            <w:vAlign w:val="center"/>
          </w:tcPr>
          <w:p w:rsidR="00E44F7B" w:rsidRPr="00204E7A" w:rsidRDefault="00E44F7B" w:rsidP="00FF7CF6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max. </w:t>
            </w:r>
            <w:r w:rsidR="00FF7CF6">
              <w:rPr>
                <w:rFonts w:cs="Arial"/>
              </w:rPr>
              <w:t>4</w:t>
            </w:r>
            <w:r>
              <w:rPr>
                <w:rFonts w:cs="Arial"/>
              </w:rPr>
              <w:t>0</w:t>
            </w:r>
          </w:p>
        </w:tc>
      </w:tr>
      <w:tr w:rsidR="00E44F7B" w:rsidTr="006F1FEA">
        <w:tc>
          <w:tcPr>
            <w:tcW w:w="392" w:type="dxa"/>
            <w:vAlign w:val="center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6980" w:type="dxa"/>
          </w:tcPr>
          <w:p w:rsidR="00E44F7B" w:rsidRPr="00204E7A" w:rsidRDefault="00E44F7B" w:rsidP="006F1FEA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ekonomická náročnost -  nákladovost (přiměřenost nákladů v místě a čase obvyklých) – doprava, startovné, rozhodčí, ubytování, trenéři, sportovní potřeby, stabilita subjektu – vlastní financování</w:t>
            </w:r>
          </w:p>
        </w:tc>
        <w:tc>
          <w:tcPr>
            <w:tcW w:w="1914" w:type="dxa"/>
            <w:vAlign w:val="center"/>
          </w:tcPr>
          <w:p w:rsidR="00E44F7B" w:rsidRPr="00204E7A" w:rsidRDefault="00E44F7B" w:rsidP="00FF7CF6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max. </w:t>
            </w:r>
            <w:r w:rsidR="00FF7CF6">
              <w:rPr>
                <w:rFonts w:cs="Arial"/>
              </w:rPr>
              <w:t>5</w:t>
            </w:r>
            <w:r>
              <w:rPr>
                <w:rFonts w:cs="Arial"/>
              </w:rPr>
              <w:t>0</w:t>
            </w:r>
          </w:p>
        </w:tc>
      </w:tr>
      <w:tr w:rsidR="00E44F7B" w:rsidTr="006F1FEA">
        <w:tc>
          <w:tcPr>
            <w:tcW w:w="7372" w:type="dxa"/>
            <w:gridSpan w:val="2"/>
            <w:vAlign w:val="center"/>
          </w:tcPr>
          <w:p w:rsidR="00E44F7B" w:rsidRPr="005702AE" w:rsidRDefault="00E44F7B" w:rsidP="006F1FEA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5702AE">
              <w:rPr>
                <w:rFonts w:cs="Arial"/>
                <w:b/>
              </w:rPr>
              <w:t>Celkové bodové ohodnocení projektu</w:t>
            </w:r>
          </w:p>
        </w:tc>
        <w:tc>
          <w:tcPr>
            <w:tcW w:w="1914" w:type="dxa"/>
            <w:vAlign w:val="center"/>
          </w:tcPr>
          <w:p w:rsidR="00E44F7B" w:rsidRPr="005702AE" w:rsidRDefault="00E44F7B" w:rsidP="00FF7CF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5702AE">
              <w:rPr>
                <w:rFonts w:cs="Arial"/>
                <w:b/>
              </w:rPr>
              <w:t xml:space="preserve">max. </w:t>
            </w:r>
            <w:r w:rsidR="00FF7CF6">
              <w:rPr>
                <w:rFonts w:cs="Arial"/>
                <w:b/>
              </w:rPr>
              <w:t>2</w:t>
            </w:r>
            <w:r w:rsidRPr="005702AE">
              <w:rPr>
                <w:rFonts w:cs="Arial"/>
                <w:b/>
              </w:rPr>
              <w:t>00 bodů</w:t>
            </w:r>
          </w:p>
        </w:tc>
      </w:tr>
    </w:tbl>
    <w:p w:rsidR="00435814" w:rsidRDefault="00435814" w:rsidP="00E44F7B">
      <w:pPr>
        <w:autoSpaceDE w:val="0"/>
        <w:autoSpaceDN w:val="0"/>
        <w:adjustRightInd w:val="0"/>
        <w:rPr>
          <w:rFonts w:cs="Arial"/>
          <w:b/>
        </w:rPr>
      </w:pPr>
    </w:p>
    <w:p w:rsidR="00E44F7B" w:rsidRPr="00435814" w:rsidRDefault="00FF7CF6" w:rsidP="0043581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 w:after="0"/>
        <w:ind w:left="357" w:hanging="357"/>
        <w:rPr>
          <w:rFonts w:cs="Arial"/>
        </w:rPr>
      </w:pPr>
      <w:r w:rsidRPr="00435814">
        <w:rPr>
          <w:rFonts w:cs="Arial"/>
        </w:rPr>
        <w:t>Komise po vyhodnocení jednotlivých projektů přidělí každé</w:t>
      </w:r>
      <w:r w:rsidR="00435814" w:rsidRPr="00435814">
        <w:rPr>
          <w:rFonts w:cs="Arial"/>
        </w:rPr>
        <w:t xml:space="preserve"> žádosti odpovídající počet bodů  </w:t>
      </w:r>
      <w:r w:rsidRPr="00435814">
        <w:rPr>
          <w:rFonts w:cs="Arial"/>
        </w:rPr>
        <w:t>a  na základě hlasování navrhne celkovou výši dotace</w:t>
      </w:r>
      <w:r w:rsidR="00435814">
        <w:rPr>
          <w:rFonts w:cs="Arial"/>
        </w:rPr>
        <w:t xml:space="preserve"> </w:t>
      </w:r>
      <w:r w:rsidR="00435814" w:rsidRPr="00435814">
        <w:rPr>
          <w:rFonts w:cs="Arial"/>
        </w:rPr>
        <w:t>ke schválení v orgánech města</w:t>
      </w:r>
      <w:r w:rsidRPr="00435814">
        <w:rPr>
          <w:rFonts w:cs="Arial"/>
        </w:rPr>
        <w:t>.</w:t>
      </w:r>
    </w:p>
    <w:p w:rsidR="00FF7CF6" w:rsidRDefault="00E44F7B" w:rsidP="00694696">
      <w:pPr>
        <w:pStyle w:val="lnekText"/>
        <w:numPr>
          <w:ilvl w:val="0"/>
          <w:numId w:val="14"/>
        </w:numPr>
        <w:ind w:left="357" w:hanging="357"/>
        <w:jc w:val="both"/>
      </w:pPr>
      <w:r>
        <w:t xml:space="preserve">Komise může </w:t>
      </w:r>
      <w:r w:rsidR="00FF7CF6">
        <w:t xml:space="preserve">neuznat požadované náklady uvedené v žádosti z důvodu nesplnění účelovosti, efektivnosti a hospodárnosti při nakládání s veřejnými finančními prostředky a může snížit výši dotace požadovanou žadatelem.  </w:t>
      </w:r>
    </w:p>
    <w:p w:rsidR="00E44F7B" w:rsidRDefault="00E44F7B" w:rsidP="00694696">
      <w:pPr>
        <w:pStyle w:val="lnekText"/>
        <w:numPr>
          <w:ilvl w:val="0"/>
          <w:numId w:val="14"/>
        </w:numPr>
        <w:ind w:left="357" w:hanging="357"/>
        <w:jc w:val="both"/>
      </w:pPr>
      <w:r>
        <w:t>Komise si může po žadateli vyžádat další doplňující informace, popř. materiály související s prokázáním pravdivosti údajů uvedených v žádosti.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9" w:name="_Toc417397848"/>
      <w:r>
        <w:t>Výše vyčleněných peněžních prostředků</w:t>
      </w:r>
      <w:bookmarkEnd w:id="9"/>
    </w:p>
    <w:p w:rsidR="00E44F7B" w:rsidRPr="00456DBC" w:rsidRDefault="00E44F7B" w:rsidP="00E44F7B">
      <w:pPr>
        <w:pStyle w:val="lnekText"/>
        <w:tabs>
          <w:tab w:val="clear" w:pos="357"/>
        </w:tabs>
        <w:ind w:left="0" w:firstLine="0"/>
      </w:pPr>
      <w:r>
        <w:t xml:space="preserve">Předpokládaný celkový objem peněžních prostředků vyčleněných v rozpočtu poskytovatele pro tento dotační </w:t>
      </w:r>
      <w:r w:rsidRPr="00456DBC">
        <w:t xml:space="preserve">program je  </w:t>
      </w:r>
      <w:r w:rsidR="00A67BC8" w:rsidRPr="00456DBC">
        <w:t>2</w:t>
      </w:r>
      <w:r w:rsidRPr="00456DBC">
        <w:t>.000.000,- Kč.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10" w:name="_Toc417397849"/>
      <w:r>
        <w:t>Lhůta pro rozhodnutí o žádosti</w:t>
      </w:r>
      <w:bookmarkEnd w:id="10"/>
    </w:p>
    <w:p w:rsidR="00E44F7B" w:rsidRPr="00456DBC" w:rsidRDefault="00E44F7B" w:rsidP="00E44F7B">
      <w:pPr>
        <w:pStyle w:val="lnekText"/>
        <w:numPr>
          <w:ilvl w:val="1"/>
          <w:numId w:val="3"/>
        </w:numPr>
      </w:pPr>
      <w:r>
        <w:t xml:space="preserve">SMK  rozhodne o poskytnutí dotace příjemcům za stanovených podmínek a o neposkytnutí dotace neúspěšným žadatelům </w:t>
      </w:r>
      <w:r w:rsidRPr="00456DBC">
        <w:t xml:space="preserve">nejpozději do </w:t>
      </w:r>
      <w:proofErr w:type="gramStart"/>
      <w:r w:rsidR="00505209" w:rsidRPr="00456DBC">
        <w:t>30</w:t>
      </w:r>
      <w:r w:rsidRPr="00456DBC">
        <w:t>.</w:t>
      </w:r>
      <w:r w:rsidR="00A67BC8" w:rsidRPr="00456DBC">
        <w:t>09</w:t>
      </w:r>
      <w:r w:rsidRPr="00456DBC">
        <w:t>.201</w:t>
      </w:r>
      <w:r w:rsidR="00A67BC8" w:rsidRPr="00456DBC">
        <w:t>8</w:t>
      </w:r>
      <w:proofErr w:type="gramEnd"/>
      <w:r w:rsidRPr="00456DBC">
        <w:t>.</w:t>
      </w:r>
    </w:p>
    <w:p w:rsidR="00E44F7B" w:rsidRDefault="00E44F7B" w:rsidP="00E44F7B">
      <w:pPr>
        <w:pStyle w:val="lnekText"/>
        <w:numPr>
          <w:ilvl w:val="1"/>
          <w:numId w:val="3"/>
        </w:numPr>
      </w:pPr>
      <w:r w:rsidRPr="00132D5B">
        <w:t>Výsledky dotačního řízení budou zveřejněny</w:t>
      </w:r>
      <w:r>
        <w:rPr>
          <w:b/>
        </w:rPr>
        <w:t xml:space="preserve"> </w:t>
      </w:r>
      <w:r>
        <w:t xml:space="preserve"> na úřední desce MMK a na webových stránkách SMK do 10 kalendářních dnů od rozhodnutí o jednotlivých dotacích v orgánech města.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11" w:name="_Toc417397850"/>
      <w:r>
        <w:t>Kontrola použití dotace a závěrečné vyúčtování dotace</w:t>
      </w:r>
      <w:bookmarkEnd w:id="11"/>
    </w:p>
    <w:p w:rsidR="00E44F7B" w:rsidRDefault="00E44F7B" w:rsidP="00E44F7B">
      <w:pPr>
        <w:pStyle w:val="lnekText"/>
        <w:numPr>
          <w:ilvl w:val="1"/>
          <w:numId w:val="3"/>
        </w:numPr>
      </w:pPr>
      <w:r w:rsidRPr="00B86711">
        <w:t>Poskytovatel má právo provádět kontrolu dodržení účelovosti poskytnuté dotace</w:t>
      </w:r>
      <w:r>
        <w:t>, jakož i kontrolu splnění dalších povinností příjemce dle smlouvy a podmínek, za kterých je dotace poskytována,</w:t>
      </w:r>
      <w:r w:rsidRPr="00B86711">
        <w:t xml:space="preserve"> pověřenými pracovníky Magistrátu města </w:t>
      </w:r>
      <w:r>
        <w:t>Karviné</w:t>
      </w:r>
      <w:r w:rsidRPr="00B86711">
        <w:t xml:space="preserve"> v souladu se zákonem č. 320/2001 Sb., o finanční kontrole ve veřejné správě (zákon o finanční kontrole</w:t>
      </w:r>
      <w:r>
        <w:t xml:space="preserve">). </w:t>
      </w:r>
    </w:p>
    <w:p w:rsidR="00E44F7B" w:rsidRDefault="00E44F7B" w:rsidP="00E44F7B">
      <w:pPr>
        <w:pStyle w:val="lnekText"/>
        <w:numPr>
          <w:ilvl w:val="1"/>
          <w:numId w:val="3"/>
        </w:numPr>
      </w:pPr>
      <w:r w:rsidRPr="00B86711">
        <w:t xml:space="preserve">Příjemce je povinen provedení kontroly </w:t>
      </w:r>
      <w:r>
        <w:t xml:space="preserve">umožnit a poskytnout poskytovateli k provedení kontroly maximální součinnost; v této souvislosti se příjemce zavazuje zejména </w:t>
      </w:r>
      <w:r w:rsidRPr="00B86711">
        <w:t xml:space="preserve">předložit </w:t>
      </w:r>
      <w:r>
        <w:t xml:space="preserve">poskytovateli na jeho výzvu </w:t>
      </w:r>
      <w:r w:rsidRPr="00B86711">
        <w:t>veškeré požadované doklady</w:t>
      </w:r>
      <w:r>
        <w:t xml:space="preserve"> a poskytnout mu veškeré požadované informace.</w:t>
      </w:r>
    </w:p>
    <w:p w:rsidR="00E44F7B" w:rsidRPr="007A518F" w:rsidRDefault="00E44F7B" w:rsidP="00E44F7B">
      <w:pPr>
        <w:pStyle w:val="lnekText"/>
        <w:numPr>
          <w:ilvl w:val="1"/>
          <w:numId w:val="3"/>
        </w:numPr>
        <w:jc w:val="both"/>
      </w:pPr>
      <w:r>
        <w:t>Po ukončení realizace projektu je příjemce povinen zpracovat a předložit poskytovateli závěrečné vyúčtování do termínu uvedeného ve smlouvě a dle stanovených podmínek vyhlášení dotačního programu.</w:t>
      </w:r>
    </w:p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Pr="0008475B" w:rsidRDefault="00E44F7B" w:rsidP="00E44F7B">
      <w:pPr>
        <w:pStyle w:val="Nzevlnku"/>
        <w:spacing w:after="120" w:line="240" w:lineRule="auto"/>
      </w:pPr>
      <w:r>
        <w:t>Povinná publicita</w:t>
      </w:r>
    </w:p>
    <w:p w:rsidR="00E44F7B" w:rsidRPr="0008475B" w:rsidRDefault="00E44F7B" w:rsidP="00E44F7B">
      <w:pPr>
        <w:pStyle w:val="rove1"/>
        <w:numPr>
          <w:ilvl w:val="0"/>
          <w:numId w:val="9"/>
        </w:numPr>
        <w:spacing w:before="120" w:after="120" w:line="260" w:lineRule="exact"/>
        <w:ind w:left="357" w:hanging="357"/>
      </w:pPr>
      <w:r>
        <w:t xml:space="preserve">Příjemce dotace má povinnost </w:t>
      </w:r>
      <w:r w:rsidRPr="005B4255">
        <w:t xml:space="preserve">uvádět na všech svých propagačních materiálech týkajících se podpořeného projektu logo města nebo text "S PODPOROU </w:t>
      </w:r>
      <w:r>
        <w:t xml:space="preserve">STATUTÁRNÍHO </w:t>
      </w:r>
      <w:r w:rsidRPr="005B4255">
        <w:t xml:space="preserve">MĚSTA KARVINÉ", případně jiným způsobem poskytnutí podpory zveřejnit. Logo statutárního města Karviné příjemce dotace použije pouze v souvislosti s realizací dotované činnosti nebo projektu, a to pouze podle </w:t>
      </w:r>
      <w:r w:rsidRPr="0008475B">
        <w:t>závazného manuálu zveřejněného na internetových stránkách města Karviné;</w:t>
      </w:r>
    </w:p>
    <w:p w:rsidR="00E44F7B" w:rsidRPr="0008475B" w:rsidRDefault="00E44F7B" w:rsidP="00E44F7B">
      <w:pPr>
        <w:pStyle w:val="rove1"/>
        <w:numPr>
          <w:ilvl w:val="0"/>
          <w:numId w:val="9"/>
        </w:numPr>
        <w:spacing w:before="120" w:line="260" w:lineRule="exact"/>
        <w:ind w:left="357" w:hanging="357"/>
      </w:pPr>
      <w:r w:rsidRPr="00222E15">
        <w:rPr>
          <w:rFonts w:cs="Arial"/>
        </w:rPr>
        <w:t xml:space="preserve">Příjemce je povinen dbát při realizaci projektu obecné mravnosti a dobrého jména statutárního města </w:t>
      </w:r>
      <w:r>
        <w:rPr>
          <w:rFonts w:cs="Arial"/>
        </w:rPr>
        <w:t>Karviná</w:t>
      </w:r>
      <w:r w:rsidRPr="00222E15">
        <w:rPr>
          <w:rFonts w:cs="Arial"/>
        </w:rPr>
        <w:t xml:space="preserve"> (realizací projektu nesmí dojít k porušování právních předpisů a nesmí být narušen veřejný pořádek).</w:t>
      </w:r>
    </w:p>
    <w:p w:rsidR="00E44F7B" w:rsidRDefault="00E44F7B" w:rsidP="00E44F7B"/>
    <w:p w:rsidR="00E44F7B" w:rsidRDefault="00E44F7B" w:rsidP="00E44F7B">
      <w:pPr>
        <w:pStyle w:val="Nadpis1"/>
        <w:numPr>
          <w:ilvl w:val="0"/>
          <w:numId w:val="3"/>
        </w:numPr>
        <w:jc w:val="center"/>
      </w:pPr>
    </w:p>
    <w:p w:rsidR="00E44F7B" w:rsidRDefault="00E44F7B" w:rsidP="00E44F7B">
      <w:pPr>
        <w:pStyle w:val="lnekNzev"/>
      </w:pPr>
      <w:bookmarkStart w:id="12" w:name="_Toc417397851"/>
      <w:r>
        <w:t>Závěrečné ustanovení</w:t>
      </w:r>
      <w:bookmarkEnd w:id="12"/>
    </w:p>
    <w:p w:rsidR="00E44F7B" w:rsidRDefault="00E44F7B" w:rsidP="00E44F7B">
      <w:pPr>
        <w:pStyle w:val="lnekText"/>
        <w:numPr>
          <w:ilvl w:val="1"/>
          <w:numId w:val="3"/>
        </w:numPr>
      </w:pPr>
      <w:r>
        <w:t>Na poskytnutí dotace není právní nárok.</w:t>
      </w:r>
    </w:p>
    <w:p w:rsidR="00E44F7B" w:rsidRDefault="00E44F7B" w:rsidP="00E44F7B">
      <w:pPr>
        <w:pStyle w:val="lnekText"/>
        <w:numPr>
          <w:ilvl w:val="1"/>
          <w:numId w:val="3"/>
        </w:numPr>
      </w:pPr>
      <w:r>
        <w:t xml:space="preserve">Statutární město Karviná si vyhrazuje právo vyhlášený dotační program bez udání důvodů zrušit. </w:t>
      </w:r>
    </w:p>
    <w:p w:rsidR="00E44F7B" w:rsidRPr="00456DBC" w:rsidRDefault="00E44F7B" w:rsidP="00E44F7B">
      <w:pPr>
        <w:pStyle w:val="lnekText"/>
        <w:numPr>
          <w:ilvl w:val="1"/>
          <w:numId w:val="3"/>
        </w:numPr>
      </w:pPr>
      <w:r>
        <w:t xml:space="preserve">Tento dotační program byl schválen usnesením Rady města Karviné č. </w:t>
      </w:r>
      <w:r w:rsidR="00495A71">
        <w:t>4750</w:t>
      </w:r>
      <w:bookmarkStart w:id="13" w:name="_GoBack"/>
      <w:bookmarkEnd w:id="13"/>
      <w:r>
        <w:t xml:space="preserve">  ze  dne </w:t>
      </w:r>
      <w:r w:rsidR="00A67BC8" w:rsidRPr="00456DBC">
        <w:t>28</w:t>
      </w:r>
      <w:r w:rsidRPr="00456DBC">
        <w:t>.0</w:t>
      </w:r>
      <w:r w:rsidR="00A67BC8" w:rsidRPr="00456DBC">
        <w:t>5</w:t>
      </w:r>
      <w:r w:rsidRPr="00456DBC">
        <w:t>.201</w:t>
      </w:r>
      <w:r w:rsidR="00A67BC8" w:rsidRPr="00456DBC">
        <w:t>8</w:t>
      </w:r>
      <w:r w:rsidRPr="00456DBC">
        <w:t xml:space="preserve">  a nabývá účinnosti dne </w:t>
      </w:r>
      <w:r w:rsidR="00A67BC8" w:rsidRPr="00456DBC">
        <w:t>30</w:t>
      </w:r>
      <w:r w:rsidRPr="00456DBC">
        <w:t>.0</w:t>
      </w:r>
      <w:r w:rsidR="00A67BC8" w:rsidRPr="00456DBC">
        <w:t>5</w:t>
      </w:r>
      <w:r w:rsidRPr="00456DBC">
        <w:t>.201</w:t>
      </w:r>
      <w:r w:rsidR="00A67BC8" w:rsidRPr="00456DBC">
        <w:t>8</w:t>
      </w:r>
      <w:r w:rsidRPr="00456DBC">
        <w:t>.</w:t>
      </w:r>
    </w:p>
    <w:p w:rsidR="00E44F7B" w:rsidRDefault="00E44F7B" w:rsidP="00E44F7B"/>
    <w:p w:rsidR="00E44F7B" w:rsidRDefault="00E44F7B" w:rsidP="00E44F7B"/>
    <w:p w:rsidR="00850C16" w:rsidRPr="00B167EC" w:rsidRDefault="00850C16" w:rsidP="0016784A"/>
    <w:sectPr w:rsidR="00850C16" w:rsidRPr="00B167EC" w:rsidSect="0016784A">
      <w:footerReference w:type="default" r:id="rId8"/>
      <w:pgSz w:w="11906" w:h="16838"/>
      <w:pgMar w:top="851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53" w:rsidRDefault="00C75B53" w:rsidP="00850C16">
      <w:pPr>
        <w:spacing w:after="0" w:line="240" w:lineRule="auto"/>
      </w:pPr>
      <w:r>
        <w:separator/>
      </w:r>
    </w:p>
  </w:endnote>
  <w:endnote w:type="continuationSeparator" w:id="0">
    <w:p w:rsidR="00C75B53" w:rsidRDefault="00C75B53" w:rsidP="0085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97"/>
      <w:gridCol w:w="2373"/>
    </w:tblGrid>
    <w:tr w:rsidR="00850C16" w:rsidRPr="00850C16" w:rsidTr="00C2508F">
      <w:tc>
        <w:tcPr>
          <w:tcW w:w="6771" w:type="dxa"/>
        </w:tcPr>
        <w:p w:rsidR="00850C16" w:rsidRPr="00850C16" w:rsidRDefault="00850C16" w:rsidP="00C2508F">
          <w:pPr>
            <w:pStyle w:val="Zpat"/>
            <w:rPr>
              <w:rFonts w:cs="Arial"/>
              <w:b/>
              <w:sz w:val="12"/>
              <w:szCs w:val="12"/>
            </w:rPr>
          </w:pPr>
          <w:r w:rsidRPr="00850C16">
            <w:rPr>
              <w:rFonts w:cs="Arial"/>
              <w:b/>
              <w:sz w:val="12"/>
              <w:szCs w:val="12"/>
            </w:rPr>
            <w:t>Statutární město Karviná – Magistrát města Karviné</w:t>
          </w:r>
        </w:p>
      </w:tc>
      <w:tc>
        <w:tcPr>
          <w:tcW w:w="2395" w:type="dxa"/>
        </w:tcPr>
        <w:p w:rsidR="00850C16" w:rsidRPr="00850C16" w:rsidRDefault="00850C16" w:rsidP="00C2508F">
          <w:pPr>
            <w:pStyle w:val="Zpat"/>
            <w:rPr>
              <w:rFonts w:cs="Arial"/>
              <w:sz w:val="12"/>
              <w:szCs w:val="12"/>
            </w:rPr>
          </w:pPr>
        </w:p>
      </w:tc>
    </w:tr>
    <w:tr w:rsidR="00850C16" w:rsidRPr="00850C16" w:rsidTr="00C2508F">
      <w:tc>
        <w:tcPr>
          <w:tcW w:w="6771" w:type="dxa"/>
          <w:vAlign w:val="bottom"/>
        </w:tcPr>
        <w:p w:rsidR="00850C16" w:rsidRPr="00850C16" w:rsidRDefault="00495A71" w:rsidP="00850C16">
          <w:pPr>
            <w:pStyle w:val="Zpat"/>
            <w:rPr>
              <w:rFonts w:cs="Arial"/>
              <w:sz w:val="12"/>
              <w:szCs w:val="12"/>
            </w:rPr>
          </w:pPr>
          <w:sdt>
            <w:sdtPr>
              <w:rPr>
                <w:rFonts w:cs="Arial"/>
                <w:sz w:val="12"/>
                <w:szCs w:val="12"/>
              </w:rPr>
              <w:alias w:val="Předmět"/>
              <w:id w:val="5335544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0E0D4D">
                <w:rPr>
                  <w:rFonts w:cs="Arial"/>
                  <w:sz w:val="12"/>
                  <w:szCs w:val="12"/>
                </w:rPr>
                <w:t>Příloha</w:t>
              </w:r>
            </w:sdtContent>
          </w:sdt>
          <w:r w:rsidR="00850C16" w:rsidRPr="00850C16">
            <w:rPr>
              <w:rFonts w:cs="Arial"/>
              <w:sz w:val="12"/>
              <w:szCs w:val="12"/>
            </w:rPr>
            <w:t xml:space="preserve">  ● </w:t>
          </w:r>
          <w:sdt>
            <w:sdtPr>
              <w:rPr>
                <w:rFonts w:cs="Arial"/>
                <w:sz w:val="12"/>
                <w:szCs w:val="12"/>
              </w:rPr>
              <w:alias w:val="Název"/>
              <w:id w:val="533554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973D9">
                <w:rPr>
                  <w:rFonts w:cs="Arial"/>
                  <w:sz w:val="12"/>
                  <w:szCs w:val="12"/>
                </w:rPr>
                <w:t>Příloha č. 1 k usnesení</w:t>
              </w:r>
            </w:sdtContent>
          </w:sdt>
        </w:p>
      </w:tc>
      <w:tc>
        <w:tcPr>
          <w:tcW w:w="2395" w:type="dxa"/>
          <w:vAlign w:val="bottom"/>
        </w:tcPr>
        <w:p w:rsidR="00850C16" w:rsidRPr="00850C16" w:rsidRDefault="00850C16" w:rsidP="00C2508F">
          <w:pPr>
            <w:pStyle w:val="Zpat"/>
            <w:jc w:val="right"/>
            <w:rPr>
              <w:rFonts w:cs="Arial"/>
              <w:sz w:val="12"/>
              <w:szCs w:val="12"/>
            </w:rPr>
          </w:pPr>
          <w:r w:rsidRPr="00850C16">
            <w:rPr>
              <w:rFonts w:cs="Arial"/>
              <w:sz w:val="12"/>
              <w:szCs w:val="12"/>
            </w:rPr>
            <w:t xml:space="preserve">Strana </w:t>
          </w:r>
          <w:r w:rsidR="000D0CBF" w:rsidRPr="00850C16">
            <w:rPr>
              <w:rFonts w:cs="Arial"/>
              <w:sz w:val="12"/>
              <w:szCs w:val="12"/>
            </w:rPr>
            <w:fldChar w:fldCharType="begin"/>
          </w:r>
          <w:r w:rsidRPr="00850C16">
            <w:rPr>
              <w:rFonts w:cs="Arial"/>
              <w:sz w:val="12"/>
              <w:szCs w:val="12"/>
            </w:rPr>
            <w:instrText xml:space="preserve"> PAGE </w:instrText>
          </w:r>
          <w:r w:rsidR="000D0CBF" w:rsidRPr="00850C16">
            <w:rPr>
              <w:rFonts w:cs="Arial"/>
              <w:sz w:val="12"/>
              <w:szCs w:val="12"/>
            </w:rPr>
            <w:fldChar w:fldCharType="separate"/>
          </w:r>
          <w:r w:rsidR="00495A71">
            <w:rPr>
              <w:rFonts w:cs="Arial"/>
              <w:noProof/>
              <w:sz w:val="12"/>
              <w:szCs w:val="12"/>
            </w:rPr>
            <w:t>6</w:t>
          </w:r>
          <w:r w:rsidR="000D0CBF" w:rsidRPr="00850C16">
            <w:rPr>
              <w:rFonts w:cs="Arial"/>
              <w:sz w:val="12"/>
              <w:szCs w:val="12"/>
            </w:rPr>
            <w:fldChar w:fldCharType="end"/>
          </w:r>
          <w:r w:rsidRPr="00850C16">
            <w:rPr>
              <w:rFonts w:cs="Arial"/>
              <w:sz w:val="12"/>
              <w:szCs w:val="12"/>
            </w:rPr>
            <w:t xml:space="preserve"> / </w:t>
          </w:r>
          <w:r w:rsidR="000D0CBF" w:rsidRPr="00850C16">
            <w:rPr>
              <w:rFonts w:cs="Arial"/>
              <w:sz w:val="12"/>
              <w:szCs w:val="12"/>
            </w:rPr>
            <w:fldChar w:fldCharType="begin"/>
          </w:r>
          <w:r w:rsidRPr="00850C16">
            <w:rPr>
              <w:rFonts w:cs="Arial"/>
              <w:sz w:val="12"/>
              <w:szCs w:val="12"/>
            </w:rPr>
            <w:instrText xml:space="preserve"> NUMPAGES </w:instrText>
          </w:r>
          <w:r w:rsidR="000D0CBF" w:rsidRPr="00850C16">
            <w:rPr>
              <w:rFonts w:cs="Arial"/>
              <w:sz w:val="12"/>
              <w:szCs w:val="12"/>
            </w:rPr>
            <w:fldChar w:fldCharType="separate"/>
          </w:r>
          <w:r w:rsidR="00495A71">
            <w:rPr>
              <w:rFonts w:cs="Arial"/>
              <w:noProof/>
              <w:sz w:val="12"/>
              <w:szCs w:val="12"/>
            </w:rPr>
            <w:t>7</w:t>
          </w:r>
          <w:r w:rsidR="000D0CBF" w:rsidRPr="00850C16">
            <w:rPr>
              <w:rFonts w:cs="Arial"/>
              <w:sz w:val="12"/>
              <w:szCs w:val="12"/>
            </w:rPr>
            <w:fldChar w:fldCharType="end"/>
          </w:r>
        </w:p>
      </w:tc>
    </w:tr>
  </w:tbl>
  <w:p w:rsidR="00850C16" w:rsidRPr="00850C16" w:rsidRDefault="00850C16">
    <w:pPr>
      <w:pStyle w:val="Zpat"/>
      <w:rPr>
        <w:sz w:val="12"/>
        <w:szCs w:val="12"/>
      </w:rPr>
    </w:pPr>
  </w:p>
  <w:p w:rsidR="00850C16" w:rsidRPr="00850C16" w:rsidRDefault="00850C16">
    <w:pPr>
      <w:pStyle w:val="Zpa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53" w:rsidRDefault="00C75B53" w:rsidP="00850C16">
      <w:pPr>
        <w:spacing w:after="0" w:line="240" w:lineRule="auto"/>
      </w:pPr>
      <w:r>
        <w:separator/>
      </w:r>
    </w:p>
  </w:footnote>
  <w:footnote w:type="continuationSeparator" w:id="0">
    <w:p w:rsidR="00C75B53" w:rsidRDefault="00C75B53" w:rsidP="00850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46E5"/>
    <w:multiLevelType w:val="hybridMultilevel"/>
    <w:tmpl w:val="6C7C3B1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3950"/>
    <w:multiLevelType w:val="hybridMultilevel"/>
    <w:tmpl w:val="02C453B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E23C53"/>
    <w:multiLevelType w:val="hybridMultilevel"/>
    <w:tmpl w:val="A4A4B6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439"/>
    <w:multiLevelType w:val="hybridMultilevel"/>
    <w:tmpl w:val="E8C09E2A"/>
    <w:lvl w:ilvl="0" w:tplc="50E83114">
      <w:numFmt w:val="none"/>
      <w:lvlText w:val=""/>
      <w:lvlJc w:val="left"/>
      <w:pPr>
        <w:ind w:left="25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FE41C01"/>
    <w:multiLevelType w:val="hybridMultilevel"/>
    <w:tmpl w:val="F6FCD4C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55F6D26"/>
    <w:multiLevelType w:val="multilevel"/>
    <w:tmpl w:val="6C42A146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6" w15:restartNumberingAfterBreak="0">
    <w:nsid w:val="27104046"/>
    <w:multiLevelType w:val="multilevel"/>
    <w:tmpl w:val="62CC9646"/>
    <w:lvl w:ilvl="0">
      <w:start w:val="1"/>
      <w:numFmt w:val="decimal"/>
      <w:pStyle w:val="lnek"/>
      <w:suff w:val="nothing"/>
      <w:lvlText w:val="Článek %1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ove1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rove2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pStyle w:val="rove3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48C1C39"/>
    <w:multiLevelType w:val="multilevel"/>
    <w:tmpl w:val="B9240874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8" w15:restartNumberingAfterBreak="0">
    <w:nsid w:val="380307F4"/>
    <w:multiLevelType w:val="hybridMultilevel"/>
    <w:tmpl w:val="8C702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A3811"/>
    <w:multiLevelType w:val="hybridMultilevel"/>
    <w:tmpl w:val="9D0C76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644674"/>
    <w:multiLevelType w:val="multilevel"/>
    <w:tmpl w:val="4C782EF2"/>
    <w:lvl w:ilvl="0">
      <w:start w:val="1"/>
      <w:numFmt w:val="none"/>
      <w:suff w:val="nothing"/>
      <w:lvlText w:val="%1"/>
      <w:lvlJc w:val="center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lnekNzev"/>
      <w:suff w:val="nothing"/>
      <w:lvlText w:val=""/>
      <w:lvlJc w:val="center"/>
      <w:pPr>
        <w:ind w:left="0" w:hanging="454"/>
      </w:pPr>
      <w:rPr>
        <w:rFonts w:hint="default"/>
        <w:b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3.%4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3.%4.%5."/>
      <w:lvlJc w:val="left"/>
      <w:pPr>
        <w:tabs>
          <w:tab w:val="num" w:pos="1644"/>
        </w:tabs>
        <w:ind w:left="1644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5%1.%2%3.%4.%6."/>
      <w:lvlJc w:val="left"/>
      <w:pPr>
        <w:tabs>
          <w:tab w:val="num" w:pos="2495"/>
        </w:tabs>
        <w:ind w:left="2495" w:hanging="851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%3.%4.%5.%6.%7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7">
      <w:start w:val="1"/>
      <w:numFmt w:val="decimal"/>
      <w:lvlText w:val="%1%3.%4.%5.%6.%7.%8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8">
      <w:start w:val="1"/>
      <w:numFmt w:val="decimal"/>
      <w:lvlText w:val="%1%3.%4.%5.%6.%7.%8.%9."/>
      <w:lvlJc w:val="left"/>
      <w:pPr>
        <w:tabs>
          <w:tab w:val="num" w:pos="6237"/>
        </w:tabs>
        <w:ind w:left="6237" w:hanging="1474"/>
      </w:pPr>
      <w:rPr>
        <w:rFonts w:hint="default"/>
      </w:rPr>
    </w:lvl>
  </w:abstractNum>
  <w:abstractNum w:abstractNumId="11" w15:restartNumberingAfterBreak="0">
    <w:nsid w:val="41324E66"/>
    <w:multiLevelType w:val="hybridMultilevel"/>
    <w:tmpl w:val="998C2E8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7436B"/>
    <w:multiLevelType w:val="hybridMultilevel"/>
    <w:tmpl w:val="4AC26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071FA"/>
    <w:multiLevelType w:val="hybridMultilevel"/>
    <w:tmpl w:val="71E28FA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DD419C"/>
    <w:multiLevelType w:val="multilevel"/>
    <w:tmpl w:val="66EA974E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15" w15:restartNumberingAfterBreak="0">
    <w:nsid w:val="643B0937"/>
    <w:multiLevelType w:val="hybridMultilevel"/>
    <w:tmpl w:val="E54AF9BE"/>
    <w:lvl w:ilvl="0" w:tplc="0405000B">
      <w:start w:val="1"/>
      <w:numFmt w:val="bullet"/>
      <w:lvlText w:val=""/>
      <w:lvlJc w:val="left"/>
      <w:pPr>
        <w:tabs>
          <w:tab w:val="num" w:pos="722"/>
        </w:tabs>
        <w:ind w:left="722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16" w15:restartNumberingAfterBreak="0">
    <w:nsid w:val="645A0FD2"/>
    <w:multiLevelType w:val="multilevel"/>
    <w:tmpl w:val="774C3868"/>
    <w:lvl w:ilvl="0">
      <w:start w:val="1"/>
      <w:numFmt w:val="decimal"/>
      <w:pStyle w:val="Obsah1"/>
      <w:lvlText w:val="Čl. %1."/>
      <w:lvlJc w:val="left"/>
      <w:pPr>
        <w:tabs>
          <w:tab w:val="num" w:pos="720"/>
        </w:tabs>
        <w:ind w:left="714" w:hanging="714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suff w:val="nothing"/>
      <w:lvlText w:val=""/>
      <w:lvlJc w:val="center"/>
      <w:pPr>
        <w:ind w:left="357" w:firstLine="0"/>
      </w:pPr>
      <w:rPr>
        <w:rFonts w:hint="default"/>
        <w:b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1077" w:hanging="363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714"/>
        </w:tabs>
        <w:ind w:left="143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3"/>
        </w:tabs>
        <w:ind w:left="21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23"/>
        </w:tabs>
        <w:ind w:left="26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3"/>
        </w:tabs>
        <w:ind w:left="31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03"/>
        </w:tabs>
        <w:ind w:left="3743" w:hanging="1440"/>
      </w:pPr>
      <w:rPr>
        <w:rFonts w:hint="default"/>
      </w:rPr>
    </w:lvl>
  </w:abstractNum>
  <w:abstractNum w:abstractNumId="17" w15:restartNumberingAfterBreak="0">
    <w:nsid w:val="6EE643FC"/>
    <w:multiLevelType w:val="hybridMultilevel"/>
    <w:tmpl w:val="DF88F2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D331F"/>
    <w:multiLevelType w:val="multilevel"/>
    <w:tmpl w:val="F85A55E4"/>
    <w:lvl w:ilvl="0">
      <w:start w:val="1"/>
      <w:numFmt w:val="decimal"/>
      <w:suff w:val="nothing"/>
      <w:lvlText w:val="Článe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76"/>
        </w:tabs>
        <w:ind w:left="976" w:hanging="55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495"/>
        </w:tabs>
        <w:ind w:left="2495" w:hanging="851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515"/>
        </w:tabs>
        <w:ind w:left="3515" w:hanging="102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763"/>
        </w:tabs>
        <w:ind w:left="4763" w:hanging="1248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6237"/>
        </w:tabs>
        <w:ind w:left="6237" w:hanging="147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7825"/>
        </w:tabs>
        <w:ind w:left="7825" w:hanging="1588"/>
      </w:pPr>
      <w:rPr>
        <w:rFonts w:hint="default"/>
      </w:rPr>
    </w:lvl>
  </w:abstractNum>
  <w:abstractNum w:abstractNumId="19" w15:restartNumberingAfterBreak="0">
    <w:nsid w:val="77FF3345"/>
    <w:multiLevelType w:val="hybridMultilevel"/>
    <w:tmpl w:val="572CB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0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3"/>
  </w:num>
  <w:num w:numId="10">
    <w:abstractNumId w:val="11"/>
  </w:num>
  <w:num w:numId="11">
    <w:abstractNumId w:val="14"/>
  </w:num>
  <w:num w:numId="12">
    <w:abstractNumId w:val="7"/>
  </w:num>
  <w:num w:numId="13">
    <w:abstractNumId w:val="2"/>
  </w:num>
  <w:num w:numId="14">
    <w:abstractNumId w:val="8"/>
  </w:num>
  <w:num w:numId="15">
    <w:abstractNumId w:val="4"/>
  </w:num>
  <w:num w:numId="16">
    <w:abstractNumId w:val="18"/>
  </w:num>
  <w:num w:numId="17">
    <w:abstractNumId w:val="17"/>
  </w:num>
  <w:num w:numId="18">
    <w:abstractNumId w:val="19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53"/>
    <w:rsid w:val="00007D05"/>
    <w:rsid w:val="000104A4"/>
    <w:rsid w:val="0001117F"/>
    <w:rsid w:val="0002187F"/>
    <w:rsid w:val="00024974"/>
    <w:rsid w:val="000255A7"/>
    <w:rsid w:val="0003087B"/>
    <w:rsid w:val="00031279"/>
    <w:rsid w:val="0003363F"/>
    <w:rsid w:val="00033C78"/>
    <w:rsid w:val="0003529C"/>
    <w:rsid w:val="00042732"/>
    <w:rsid w:val="000507A8"/>
    <w:rsid w:val="000558C0"/>
    <w:rsid w:val="00055C9D"/>
    <w:rsid w:val="00057285"/>
    <w:rsid w:val="00061449"/>
    <w:rsid w:val="00061D22"/>
    <w:rsid w:val="000620AD"/>
    <w:rsid w:val="000650D1"/>
    <w:rsid w:val="00066910"/>
    <w:rsid w:val="00080697"/>
    <w:rsid w:val="000821FD"/>
    <w:rsid w:val="00085424"/>
    <w:rsid w:val="0008722A"/>
    <w:rsid w:val="00093CEF"/>
    <w:rsid w:val="00094C93"/>
    <w:rsid w:val="000A13FB"/>
    <w:rsid w:val="000A25FE"/>
    <w:rsid w:val="000A357A"/>
    <w:rsid w:val="000A397A"/>
    <w:rsid w:val="000B0637"/>
    <w:rsid w:val="000B74C2"/>
    <w:rsid w:val="000B784C"/>
    <w:rsid w:val="000C2D83"/>
    <w:rsid w:val="000D0CBF"/>
    <w:rsid w:val="000D3681"/>
    <w:rsid w:val="000D415F"/>
    <w:rsid w:val="000D63F7"/>
    <w:rsid w:val="000E0D4D"/>
    <w:rsid w:val="000E5DDA"/>
    <w:rsid w:val="000F0F8A"/>
    <w:rsid w:val="000F7BA6"/>
    <w:rsid w:val="001016AA"/>
    <w:rsid w:val="0011044F"/>
    <w:rsid w:val="00111C9F"/>
    <w:rsid w:val="0012337C"/>
    <w:rsid w:val="001269EA"/>
    <w:rsid w:val="00130006"/>
    <w:rsid w:val="00131F4C"/>
    <w:rsid w:val="00137524"/>
    <w:rsid w:val="00137837"/>
    <w:rsid w:val="00140A71"/>
    <w:rsid w:val="00141CD3"/>
    <w:rsid w:val="00150738"/>
    <w:rsid w:val="00154A25"/>
    <w:rsid w:val="00157735"/>
    <w:rsid w:val="001616F7"/>
    <w:rsid w:val="00163133"/>
    <w:rsid w:val="00165DC3"/>
    <w:rsid w:val="0016784A"/>
    <w:rsid w:val="0017746F"/>
    <w:rsid w:val="00182253"/>
    <w:rsid w:val="00182E93"/>
    <w:rsid w:val="001846E1"/>
    <w:rsid w:val="0018563D"/>
    <w:rsid w:val="00193B66"/>
    <w:rsid w:val="0019420B"/>
    <w:rsid w:val="001954BB"/>
    <w:rsid w:val="001A4299"/>
    <w:rsid w:val="001B0F69"/>
    <w:rsid w:val="001B44AA"/>
    <w:rsid w:val="001B73C8"/>
    <w:rsid w:val="001B7BB7"/>
    <w:rsid w:val="001C3876"/>
    <w:rsid w:val="001C794F"/>
    <w:rsid w:val="001C7D71"/>
    <w:rsid w:val="001E77B5"/>
    <w:rsid w:val="001F0566"/>
    <w:rsid w:val="001F19D2"/>
    <w:rsid w:val="001F2739"/>
    <w:rsid w:val="001F2AE4"/>
    <w:rsid w:val="001F3F1F"/>
    <w:rsid w:val="001F4275"/>
    <w:rsid w:val="001F5BF4"/>
    <w:rsid w:val="00200DA7"/>
    <w:rsid w:val="00203919"/>
    <w:rsid w:val="00205C71"/>
    <w:rsid w:val="00211507"/>
    <w:rsid w:val="0021470A"/>
    <w:rsid w:val="0022031A"/>
    <w:rsid w:val="002221B2"/>
    <w:rsid w:val="00222B9F"/>
    <w:rsid w:val="00233997"/>
    <w:rsid w:val="00234684"/>
    <w:rsid w:val="002415A5"/>
    <w:rsid w:val="00242C05"/>
    <w:rsid w:val="002525FB"/>
    <w:rsid w:val="00260E45"/>
    <w:rsid w:val="002671D4"/>
    <w:rsid w:val="0027591F"/>
    <w:rsid w:val="00276D2F"/>
    <w:rsid w:val="00277F60"/>
    <w:rsid w:val="0028150D"/>
    <w:rsid w:val="0028347E"/>
    <w:rsid w:val="00284B37"/>
    <w:rsid w:val="00284C7C"/>
    <w:rsid w:val="002858EB"/>
    <w:rsid w:val="00286E45"/>
    <w:rsid w:val="0029289E"/>
    <w:rsid w:val="00292E68"/>
    <w:rsid w:val="002960A4"/>
    <w:rsid w:val="002A36B6"/>
    <w:rsid w:val="002B6908"/>
    <w:rsid w:val="002C4021"/>
    <w:rsid w:val="002C5203"/>
    <w:rsid w:val="002D02A0"/>
    <w:rsid w:val="002E14ED"/>
    <w:rsid w:val="002E571B"/>
    <w:rsid w:val="002F53D8"/>
    <w:rsid w:val="002F5E92"/>
    <w:rsid w:val="00305B20"/>
    <w:rsid w:val="0031080C"/>
    <w:rsid w:val="00314097"/>
    <w:rsid w:val="00316218"/>
    <w:rsid w:val="0032136D"/>
    <w:rsid w:val="00321591"/>
    <w:rsid w:val="00323280"/>
    <w:rsid w:val="00331159"/>
    <w:rsid w:val="00332A35"/>
    <w:rsid w:val="00333435"/>
    <w:rsid w:val="00333EA3"/>
    <w:rsid w:val="003353EC"/>
    <w:rsid w:val="00335A02"/>
    <w:rsid w:val="00340418"/>
    <w:rsid w:val="00351A1E"/>
    <w:rsid w:val="00353287"/>
    <w:rsid w:val="00366775"/>
    <w:rsid w:val="00373271"/>
    <w:rsid w:val="00381010"/>
    <w:rsid w:val="003842B4"/>
    <w:rsid w:val="0038485B"/>
    <w:rsid w:val="0038514E"/>
    <w:rsid w:val="00385C7B"/>
    <w:rsid w:val="00391358"/>
    <w:rsid w:val="00396000"/>
    <w:rsid w:val="00397562"/>
    <w:rsid w:val="00397C53"/>
    <w:rsid w:val="003A1D56"/>
    <w:rsid w:val="003A2CD7"/>
    <w:rsid w:val="003A603B"/>
    <w:rsid w:val="003B2EFA"/>
    <w:rsid w:val="003B7F1F"/>
    <w:rsid w:val="003C2A8C"/>
    <w:rsid w:val="003C3F75"/>
    <w:rsid w:val="003C4F38"/>
    <w:rsid w:val="003C51DB"/>
    <w:rsid w:val="003C79D9"/>
    <w:rsid w:val="003D1601"/>
    <w:rsid w:val="003D48C5"/>
    <w:rsid w:val="003E7EED"/>
    <w:rsid w:val="003F0BBC"/>
    <w:rsid w:val="003F14FE"/>
    <w:rsid w:val="003F57BF"/>
    <w:rsid w:val="003F7754"/>
    <w:rsid w:val="0040130D"/>
    <w:rsid w:val="00403DE0"/>
    <w:rsid w:val="00405B9A"/>
    <w:rsid w:val="004069DD"/>
    <w:rsid w:val="00411C3D"/>
    <w:rsid w:val="0042072F"/>
    <w:rsid w:val="004264F0"/>
    <w:rsid w:val="00435814"/>
    <w:rsid w:val="00435A95"/>
    <w:rsid w:val="00454896"/>
    <w:rsid w:val="00454CC8"/>
    <w:rsid w:val="00456090"/>
    <w:rsid w:val="00456781"/>
    <w:rsid w:val="00456DBC"/>
    <w:rsid w:val="00461135"/>
    <w:rsid w:val="00463771"/>
    <w:rsid w:val="00467A06"/>
    <w:rsid w:val="004712CD"/>
    <w:rsid w:val="00473DC9"/>
    <w:rsid w:val="00475010"/>
    <w:rsid w:val="0048353C"/>
    <w:rsid w:val="00484466"/>
    <w:rsid w:val="00495A71"/>
    <w:rsid w:val="004A48B9"/>
    <w:rsid w:val="004A5079"/>
    <w:rsid w:val="004A68FC"/>
    <w:rsid w:val="004B0166"/>
    <w:rsid w:val="004B156E"/>
    <w:rsid w:val="004B7ABB"/>
    <w:rsid w:val="004C5E1E"/>
    <w:rsid w:val="004D18F6"/>
    <w:rsid w:val="004D2AEB"/>
    <w:rsid w:val="004D54E8"/>
    <w:rsid w:val="004D5BD8"/>
    <w:rsid w:val="004E16F3"/>
    <w:rsid w:val="004E1C5A"/>
    <w:rsid w:val="004E22F4"/>
    <w:rsid w:val="004E58FD"/>
    <w:rsid w:val="004F18BB"/>
    <w:rsid w:val="004F20A9"/>
    <w:rsid w:val="004F43FF"/>
    <w:rsid w:val="004F69D0"/>
    <w:rsid w:val="00502EFB"/>
    <w:rsid w:val="00503192"/>
    <w:rsid w:val="00505209"/>
    <w:rsid w:val="00505939"/>
    <w:rsid w:val="005076ED"/>
    <w:rsid w:val="00507B10"/>
    <w:rsid w:val="0052078B"/>
    <w:rsid w:val="00537F96"/>
    <w:rsid w:val="00543990"/>
    <w:rsid w:val="00544F67"/>
    <w:rsid w:val="00551121"/>
    <w:rsid w:val="00552F6F"/>
    <w:rsid w:val="00556FF8"/>
    <w:rsid w:val="00557E88"/>
    <w:rsid w:val="00560EB0"/>
    <w:rsid w:val="005623EA"/>
    <w:rsid w:val="00566F9F"/>
    <w:rsid w:val="00567092"/>
    <w:rsid w:val="005675FB"/>
    <w:rsid w:val="00567BE9"/>
    <w:rsid w:val="00570F40"/>
    <w:rsid w:val="00571C31"/>
    <w:rsid w:val="00572941"/>
    <w:rsid w:val="005737C7"/>
    <w:rsid w:val="005800F0"/>
    <w:rsid w:val="005A014F"/>
    <w:rsid w:val="005A685C"/>
    <w:rsid w:val="005D0E51"/>
    <w:rsid w:val="005D4DD1"/>
    <w:rsid w:val="005F42C7"/>
    <w:rsid w:val="005F6438"/>
    <w:rsid w:val="00600A71"/>
    <w:rsid w:val="00601003"/>
    <w:rsid w:val="00612A28"/>
    <w:rsid w:val="006211C7"/>
    <w:rsid w:val="00621F75"/>
    <w:rsid w:val="0062310A"/>
    <w:rsid w:val="00624B82"/>
    <w:rsid w:val="006252E6"/>
    <w:rsid w:val="00627B55"/>
    <w:rsid w:val="00634C48"/>
    <w:rsid w:val="00643D24"/>
    <w:rsid w:val="006469F7"/>
    <w:rsid w:val="006536B4"/>
    <w:rsid w:val="00655CE5"/>
    <w:rsid w:val="006569EF"/>
    <w:rsid w:val="00656AF5"/>
    <w:rsid w:val="00666138"/>
    <w:rsid w:val="006734C3"/>
    <w:rsid w:val="00677B67"/>
    <w:rsid w:val="00681C98"/>
    <w:rsid w:val="00683917"/>
    <w:rsid w:val="00685992"/>
    <w:rsid w:val="00692D54"/>
    <w:rsid w:val="006946DD"/>
    <w:rsid w:val="00697761"/>
    <w:rsid w:val="00697864"/>
    <w:rsid w:val="006A311F"/>
    <w:rsid w:val="006A4A65"/>
    <w:rsid w:val="006B0C90"/>
    <w:rsid w:val="006B42ED"/>
    <w:rsid w:val="006B6F83"/>
    <w:rsid w:val="006B743B"/>
    <w:rsid w:val="006C1DD8"/>
    <w:rsid w:val="006C2460"/>
    <w:rsid w:val="006D0616"/>
    <w:rsid w:val="006D0C9E"/>
    <w:rsid w:val="006D2DCF"/>
    <w:rsid w:val="006D6363"/>
    <w:rsid w:val="006E3F3D"/>
    <w:rsid w:val="006E7212"/>
    <w:rsid w:val="006E7DF4"/>
    <w:rsid w:val="006F0B70"/>
    <w:rsid w:val="006F15A4"/>
    <w:rsid w:val="006F2418"/>
    <w:rsid w:val="006F3694"/>
    <w:rsid w:val="006F6232"/>
    <w:rsid w:val="00704830"/>
    <w:rsid w:val="007202C3"/>
    <w:rsid w:val="00722CD3"/>
    <w:rsid w:val="00726E7E"/>
    <w:rsid w:val="0072717D"/>
    <w:rsid w:val="007279CD"/>
    <w:rsid w:val="00727B9B"/>
    <w:rsid w:val="00731B9E"/>
    <w:rsid w:val="0073368E"/>
    <w:rsid w:val="007357B3"/>
    <w:rsid w:val="007378AD"/>
    <w:rsid w:val="00742730"/>
    <w:rsid w:val="00745E93"/>
    <w:rsid w:val="0074632E"/>
    <w:rsid w:val="00757428"/>
    <w:rsid w:val="0076337A"/>
    <w:rsid w:val="00771293"/>
    <w:rsid w:val="007725EB"/>
    <w:rsid w:val="0077710B"/>
    <w:rsid w:val="007847FC"/>
    <w:rsid w:val="007907E6"/>
    <w:rsid w:val="0079137F"/>
    <w:rsid w:val="007974CF"/>
    <w:rsid w:val="00797602"/>
    <w:rsid w:val="007A0E21"/>
    <w:rsid w:val="007A1CF4"/>
    <w:rsid w:val="007A6BF2"/>
    <w:rsid w:val="007B0B98"/>
    <w:rsid w:val="007B187D"/>
    <w:rsid w:val="007B3285"/>
    <w:rsid w:val="007B692C"/>
    <w:rsid w:val="007B6D5D"/>
    <w:rsid w:val="007C11A1"/>
    <w:rsid w:val="007C1501"/>
    <w:rsid w:val="007C5EFC"/>
    <w:rsid w:val="007D0CFF"/>
    <w:rsid w:val="007D3BAD"/>
    <w:rsid w:val="007E21FA"/>
    <w:rsid w:val="007E7D9D"/>
    <w:rsid w:val="007F422C"/>
    <w:rsid w:val="007F5A6E"/>
    <w:rsid w:val="007F5F04"/>
    <w:rsid w:val="007F7DD6"/>
    <w:rsid w:val="00801E92"/>
    <w:rsid w:val="00804E5E"/>
    <w:rsid w:val="00805A47"/>
    <w:rsid w:val="00810DCB"/>
    <w:rsid w:val="008121D9"/>
    <w:rsid w:val="00813B42"/>
    <w:rsid w:val="00814ADD"/>
    <w:rsid w:val="00816866"/>
    <w:rsid w:val="00816DFE"/>
    <w:rsid w:val="00820DFF"/>
    <w:rsid w:val="00832383"/>
    <w:rsid w:val="008326F1"/>
    <w:rsid w:val="00832B28"/>
    <w:rsid w:val="00833953"/>
    <w:rsid w:val="00836661"/>
    <w:rsid w:val="008434F8"/>
    <w:rsid w:val="008442F5"/>
    <w:rsid w:val="00845D33"/>
    <w:rsid w:val="00850C16"/>
    <w:rsid w:val="00851CD3"/>
    <w:rsid w:val="0085351A"/>
    <w:rsid w:val="00870541"/>
    <w:rsid w:val="00871F82"/>
    <w:rsid w:val="00874697"/>
    <w:rsid w:val="00881A9D"/>
    <w:rsid w:val="00883486"/>
    <w:rsid w:val="008846FC"/>
    <w:rsid w:val="00885C6F"/>
    <w:rsid w:val="00886C63"/>
    <w:rsid w:val="008936E5"/>
    <w:rsid w:val="008A1579"/>
    <w:rsid w:val="008A3DC0"/>
    <w:rsid w:val="008B39E1"/>
    <w:rsid w:val="008B4B45"/>
    <w:rsid w:val="008C33B8"/>
    <w:rsid w:val="008C507E"/>
    <w:rsid w:val="008C7ABD"/>
    <w:rsid w:val="008D466C"/>
    <w:rsid w:val="008D64ED"/>
    <w:rsid w:val="008D65E3"/>
    <w:rsid w:val="008D69F5"/>
    <w:rsid w:val="008E2454"/>
    <w:rsid w:val="008E2E23"/>
    <w:rsid w:val="008F3CE8"/>
    <w:rsid w:val="00903C9D"/>
    <w:rsid w:val="009048D3"/>
    <w:rsid w:val="00911CA8"/>
    <w:rsid w:val="0091659B"/>
    <w:rsid w:val="00920F55"/>
    <w:rsid w:val="009215DF"/>
    <w:rsid w:val="00923A48"/>
    <w:rsid w:val="009251B7"/>
    <w:rsid w:val="00925778"/>
    <w:rsid w:val="00925C64"/>
    <w:rsid w:val="009272CD"/>
    <w:rsid w:val="00927BD8"/>
    <w:rsid w:val="0093369D"/>
    <w:rsid w:val="009369BA"/>
    <w:rsid w:val="009414BE"/>
    <w:rsid w:val="009504FC"/>
    <w:rsid w:val="00952061"/>
    <w:rsid w:val="00954A68"/>
    <w:rsid w:val="009553A1"/>
    <w:rsid w:val="00960390"/>
    <w:rsid w:val="00960482"/>
    <w:rsid w:val="009612F0"/>
    <w:rsid w:val="00961393"/>
    <w:rsid w:val="00963F64"/>
    <w:rsid w:val="00964215"/>
    <w:rsid w:val="00966A21"/>
    <w:rsid w:val="0097385E"/>
    <w:rsid w:val="00973E79"/>
    <w:rsid w:val="00987A3D"/>
    <w:rsid w:val="009901A8"/>
    <w:rsid w:val="00991477"/>
    <w:rsid w:val="00997520"/>
    <w:rsid w:val="009A778F"/>
    <w:rsid w:val="009B2EFA"/>
    <w:rsid w:val="009B3B9F"/>
    <w:rsid w:val="009E3B06"/>
    <w:rsid w:val="009E43CD"/>
    <w:rsid w:val="009F0137"/>
    <w:rsid w:val="00A01A7C"/>
    <w:rsid w:val="00A01E55"/>
    <w:rsid w:val="00A01E69"/>
    <w:rsid w:val="00A074D7"/>
    <w:rsid w:val="00A131BB"/>
    <w:rsid w:val="00A13C56"/>
    <w:rsid w:val="00A1755B"/>
    <w:rsid w:val="00A21922"/>
    <w:rsid w:val="00A23E79"/>
    <w:rsid w:val="00A34CA0"/>
    <w:rsid w:val="00A35741"/>
    <w:rsid w:val="00A36071"/>
    <w:rsid w:val="00A40E08"/>
    <w:rsid w:val="00A50C5D"/>
    <w:rsid w:val="00A56639"/>
    <w:rsid w:val="00A613C4"/>
    <w:rsid w:val="00A613F9"/>
    <w:rsid w:val="00A62100"/>
    <w:rsid w:val="00A671A6"/>
    <w:rsid w:val="00A67B20"/>
    <w:rsid w:val="00A67BC8"/>
    <w:rsid w:val="00A76AB0"/>
    <w:rsid w:val="00A77928"/>
    <w:rsid w:val="00A81183"/>
    <w:rsid w:val="00A839D2"/>
    <w:rsid w:val="00A87522"/>
    <w:rsid w:val="00A91495"/>
    <w:rsid w:val="00A9174E"/>
    <w:rsid w:val="00A95EA8"/>
    <w:rsid w:val="00AA11E6"/>
    <w:rsid w:val="00AA2266"/>
    <w:rsid w:val="00AC1EF0"/>
    <w:rsid w:val="00AC27A8"/>
    <w:rsid w:val="00AC776B"/>
    <w:rsid w:val="00AD0182"/>
    <w:rsid w:val="00AD46CB"/>
    <w:rsid w:val="00AD6AF8"/>
    <w:rsid w:val="00AE5461"/>
    <w:rsid w:val="00AF2865"/>
    <w:rsid w:val="00AF3463"/>
    <w:rsid w:val="00AF49B1"/>
    <w:rsid w:val="00AF4F58"/>
    <w:rsid w:val="00AF5A57"/>
    <w:rsid w:val="00AF718A"/>
    <w:rsid w:val="00AF755F"/>
    <w:rsid w:val="00B01F7E"/>
    <w:rsid w:val="00B0606E"/>
    <w:rsid w:val="00B079D0"/>
    <w:rsid w:val="00B10CC8"/>
    <w:rsid w:val="00B11FF8"/>
    <w:rsid w:val="00B167EC"/>
    <w:rsid w:val="00B1764D"/>
    <w:rsid w:val="00B22499"/>
    <w:rsid w:val="00B2261C"/>
    <w:rsid w:val="00B317E3"/>
    <w:rsid w:val="00B328E9"/>
    <w:rsid w:val="00B37952"/>
    <w:rsid w:val="00B40A27"/>
    <w:rsid w:val="00B45548"/>
    <w:rsid w:val="00B46550"/>
    <w:rsid w:val="00B46842"/>
    <w:rsid w:val="00B46CFB"/>
    <w:rsid w:val="00B52D0F"/>
    <w:rsid w:val="00B5521F"/>
    <w:rsid w:val="00B57E9A"/>
    <w:rsid w:val="00B630FD"/>
    <w:rsid w:val="00B70E2E"/>
    <w:rsid w:val="00B74D27"/>
    <w:rsid w:val="00B768E2"/>
    <w:rsid w:val="00B8013E"/>
    <w:rsid w:val="00B818BA"/>
    <w:rsid w:val="00BB2B20"/>
    <w:rsid w:val="00BB71D1"/>
    <w:rsid w:val="00BC4D75"/>
    <w:rsid w:val="00BC7A27"/>
    <w:rsid w:val="00BD5444"/>
    <w:rsid w:val="00BE2423"/>
    <w:rsid w:val="00BF339E"/>
    <w:rsid w:val="00BF33E3"/>
    <w:rsid w:val="00BF79D3"/>
    <w:rsid w:val="00C04E26"/>
    <w:rsid w:val="00C07019"/>
    <w:rsid w:val="00C15638"/>
    <w:rsid w:val="00C202C7"/>
    <w:rsid w:val="00C21291"/>
    <w:rsid w:val="00C4742E"/>
    <w:rsid w:val="00C5165B"/>
    <w:rsid w:val="00C52375"/>
    <w:rsid w:val="00C52921"/>
    <w:rsid w:val="00C5624B"/>
    <w:rsid w:val="00C6309B"/>
    <w:rsid w:val="00C63BB0"/>
    <w:rsid w:val="00C64457"/>
    <w:rsid w:val="00C66298"/>
    <w:rsid w:val="00C71F11"/>
    <w:rsid w:val="00C727B3"/>
    <w:rsid w:val="00C75B53"/>
    <w:rsid w:val="00C764F5"/>
    <w:rsid w:val="00C80F1F"/>
    <w:rsid w:val="00C8450F"/>
    <w:rsid w:val="00C90E21"/>
    <w:rsid w:val="00C96CCE"/>
    <w:rsid w:val="00C97FD9"/>
    <w:rsid w:val="00CA4CAC"/>
    <w:rsid w:val="00CA78D9"/>
    <w:rsid w:val="00CB5E6A"/>
    <w:rsid w:val="00CC27D7"/>
    <w:rsid w:val="00CC29C3"/>
    <w:rsid w:val="00CD1079"/>
    <w:rsid w:val="00CF380E"/>
    <w:rsid w:val="00CF5789"/>
    <w:rsid w:val="00CF75C3"/>
    <w:rsid w:val="00D031C8"/>
    <w:rsid w:val="00D076C9"/>
    <w:rsid w:val="00D209CD"/>
    <w:rsid w:val="00D20B0A"/>
    <w:rsid w:val="00D2129F"/>
    <w:rsid w:val="00D21EB6"/>
    <w:rsid w:val="00D24980"/>
    <w:rsid w:val="00D24EC7"/>
    <w:rsid w:val="00D25DE2"/>
    <w:rsid w:val="00D26B57"/>
    <w:rsid w:val="00D26E33"/>
    <w:rsid w:val="00D31114"/>
    <w:rsid w:val="00D31830"/>
    <w:rsid w:val="00D478D8"/>
    <w:rsid w:val="00D52380"/>
    <w:rsid w:val="00D55167"/>
    <w:rsid w:val="00D567C2"/>
    <w:rsid w:val="00D63BA4"/>
    <w:rsid w:val="00D646A2"/>
    <w:rsid w:val="00D6706A"/>
    <w:rsid w:val="00D731E5"/>
    <w:rsid w:val="00D76C17"/>
    <w:rsid w:val="00D76CCE"/>
    <w:rsid w:val="00D77922"/>
    <w:rsid w:val="00D81D36"/>
    <w:rsid w:val="00D8329B"/>
    <w:rsid w:val="00D85A21"/>
    <w:rsid w:val="00D8659B"/>
    <w:rsid w:val="00D87518"/>
    <w:rsid w:val="00D875AF"/>
    <w:rsid w:val="00D907BF"/>
    <w:rsid w:val="00D90BF7"/>
    <w:rsid w:val="00D9718F"/>
    <w:rsid w:val="00DA0719"/>
    <w:rsid w:val="00DB51E8"/>
    <w:rsid w:val="00DC247F"/>
    <w:rsid w:val="00DC491D"/>
    <w:rsid w:val="00DC601B"/>
    <w:rsid w:val="00DC7347"/>
    <w:rsid w:val="00DC77FE"/>
    <w:rsid w:val="00DD03D8"/>
    <w:rsid w:val="00DE4CD0"/>
    <w:rsid w:val="00DE7B2A"/>
    <w:rsid w:val="00DF2F72"/>
    <w:rsid w:val="00DF3681"/>
    <w:rsid w:val="00DF58DA"/>
    <w:rsid w:val="00DF6399"/>
    <w:rsid w:val="00E1600E"/>
    <w:rsid w:val="00E16C58"/>
    <w:rsid w:val="00E21142"/>
    <w:rsid w:val="00E21471"/>
    <w:rsid w:val="00E25CA6"/>
    <w:rsid w:val="00E345DF"/>
    <w:rsid w:val="00E34F3B"/>
    <w:rsid w:val="00E37D9F"/>
    <w:rsid w:val="00E40E82"/>
    <w:rsid w:val="00E43E16"/>
    <w:rsid w:val="00E44776"/>
    <w:rsid w:val="00E44F7B"/>
    <w:rsid w:val="00E47BF3"/>
    <w:rsid w:val="00E507B3"/>
    <w:rsid w:val="00E508D3"/>
    <w:rsid w:val="00E57D07"/>
    <w:rsid w:val="00E65E9A"/>
    <w:rsid w:val="00E66841"/>
    <w:rsid w:val="00E71385"/>
    <w:rsid w:val="00E716E1"/>
    <w:rsid w:val="00E7454D"/>
    <w:rsid w:val="00E754C2"/>
    <w:rsid w:val="00E75FE3"/>
    <w:rsid w:val="00E8043A"/>
    <w:rsid w:val="00E82A28"/>
    <w:rsid w:val="00E83DE2"/>
    <w:rsid w:val="00E8420D"/>
    <w:rsid w:val="00E85102"/>
    <w:rsid w:val="00EA5997"/>
    <w:rsid w:val="00EB0B7E"/>
    <w:rsid w:val="00EB4E3F"/>
    <w:rsid w:val="00EB5720"/>
    <w:rsid w:val="00EC0407"/>
    <w:rsid w:val="00EC0CEB"/>
    <w:rsid w:val="00EC6F25"/>
    <w:rsid w:val="00EC7016"/>
    <w:rsid w:val="00ED146F"/>
    <w:rsid w:val="00ED1877"/>
    <w:rsid w:val="00ED292B"/>
    <w:rsid w:val="00ED7600"/>
    <w:rsid w:val="00EE1363"/>
    <w:rsid w:val="00EE6B19"/>
    <w:rsid w:val="00EF02CD"/>
    <w:rsid w:val="00EF173E"/>
    <w:rsid w:val="00EF19F5"/>
    <w:rsid w:val="00EF23F1"/>
    <w:rsid w:val="00EF3E48"/>
    <w:rsid w:val="00EF71E3"/>
    <w:rsid w:val="00EF798C"/>
    <w:rsid w:val="00F02B24"/>
    <w:rsid w:val="00F05F96"/>
    <w:rsid w:val="00F10247"/>
    <w:rsid w:val="00F12FDD"/>
    <w:rsid w:val="00F1310B"/>
    <w:rsid w:val="00F148DB"/>
    <w:rsid w:val="00F14F80"/>
    <w:rsid w:val="00F16EE7"/>
    <w:rsid w:val="00F233B0"/>
    <w:rsid w:val="00F2725D"/>
    <w:rsid w:val="00F31741"/>
    <w:rsid w:val="00F31BA5"/>
    <w:rsid w:val="00F345A1"/>
    <w:rsid w:val="00F35180"/>
    <w:rsid w:val="00F35BBA"/>
    <w:rsid w:val="00F4591F"/>
    <w:rsid w:val="00F52EAF"/>
    <w:rsid w:val="00F540C4"/>
    <w:rsid w:val="00F548C3"/>
    <w:rsid w:val="00F54B75"/>
    <w:rsid w:val="00F601D6"/>
    <w:rsid w:val="00F622BD"/>
    <w:rsid w:val="00F666B3"/>
    <w:rsid w:val="00F70889"/>
    <w:rsid w:val="00F71D12"/>
    <w:rsid w:val="00F8036A"/>
    <w:rsid w:val="00F8274B"/>
    <w:rsid w:val="00F9129F"/>
    <w:rsid w:val="00F9322B"/>
    <w:rsid w:val="00F933C0"/>
    <w:rsid w:val="00F973D9"/>
    <w:rsid w:val="00FA0A2B"/>
    <w:rsid w:val="00FA2F71"/>
    <w:rsid w:val="00FA3132"/>
    <w:rsid w:val="00FA52AD"/>
    <w:rsid w:val="00FB785E"/>
    <w:rsid w:val="00FC09F9"/>
    <w:rsid w:val="00FC4035"/>
    <w:rsid w:val="00FC4DD9"/>
    <w:rsid w:val="00FD153A"/>
    <w:rsid w:val="00FD275E"/>
    <w:rsid w:val="00FE1D71"/>
    <w:rsid w:val="00FE2DC0"/>
    <w:rsid w:val="00FE36EC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515BA7"/>
  <w15:docId w15:val="{C228EA1E-23CB-4133-951C-176FADC7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C16"/>
    <w:rPr>
      <w:rFonts w:ascii="Arial" w:eastAsiaTheme="minorEastAsia" w:hAnsi="Arial"/>
      <w:sz w:val="20"/>
      <w:lang w:bidi="en-US"/>
    </w:rPr>
  </w:style>
  <w:style w:type="paragraph" w:styleId="Nadpis1">
    <w:name w:val="heading 1"/>
    <w:basedOn w:val="Normln"/>
    <w:next w:val="Normln"/>
    <w:link w:val="Nadpis1Char"/>
    <w:autoRedefine/>
    <w:qFormat/>
    <w:rsid w:val="00B2249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499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2499"/>
    <w:pPr>
      <w:keepNext/>
      <w:keepLines/>
      <w:spacing w:before="200" w:after="0"/>
      <w:outlineLvl w:val="2"/>
    </w:pPr>
    <w:rPr>
      <w:rFonts w:eastAsiaTheme="majorEastAsia" w:cstheme="majorBidi"/>
      <w:b/>
      <w:bCs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167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167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2249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2499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2499"/>
    <w:rPr>
      <w:rFonts w:ascii="Arial" w:eastAsiaTheme="majorEastAsia" w:hAnsi="Arial" w:cstheme="majorBidi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B167EC"/>
    <w:pPr>
      <w:pBdr>
        <w:bottom w:val="single" w:sz="8" w:space="4" w:color="4F81BD" w:themeColor="accent1"/>
      </w:pBdr>
      <w:spacing w:after="12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167EC"/>
    <w:rPr>
      <w:rFonts w:ascii="Arial" w:eastAsiaTheme="majorEastAsia" w:hAnsi="Arial" w:cstheme="majorBidi"/>
      <w:b/>
      <w:color w:val="1F497D" w:themeColor="text2"/>
      <w:spacing w:val="5"/>
      <w:kern w:val="28"/>
      <w:sz w:val="28"/>
      <w:szCs w:val="52"/>
      <w:lang w:bidi="en-US"/>
    </w:rPr>
  </w:style>
  <w:style w:type="paragraph" w:styleId="Podnadpis">
    <w:name w:val="Subtitle"/>
    <w:basedOn w:val="Normln"/>
    <w:next w:val="Normln"/>
    <w:link w:val="PodnadpisChar"/>
    <w:qFormat/>
    <w:rsid w:val="00B167EC"/>
    <w:pPr>
      <w:numPr>
        <w:ilvl w:val="1"/>
      </w:numPr>
      <w:spacing w:after="400"/>
    </w:pPr>
    <w:rPr>
      <w:rFonts w:eastAsiaTheme="majorEastAsia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rsid w:val="00B167EC"/>
    <w:rPr>
      <w:rFonts w:ascii="Arial" w:eastAsiaTheme="majorEastAsia" w:hAnsi="Arial" w:cstheme="majorBidi"/>
      <w:b/>
      <w:iCs/>
      <w:sz w:val="20"/>
      <w:szCs w:val="24"/>
      <w:lang w:bidi="en-US"/>
    </w:rPr>
  </w:style>
  <w:style w:type="character" w:styleId="Zstupntext">
    <w:name w:val="Placeholder Text"/>
    <w:basedOn w:val="Standardnpsmoodstavce"/>
    <w:uiPriority w:val="99"/>
    <w:semiHidden/>
    <w:rsid w:val="00850C16"/>
    <w:rPr>
      <w:color w:val="808080"/>
    </w:rPr>
  </w:style>
  <w:style w:type="character" w:styleId="Zdraznn">
    <w:name w:val="Emphasis"/>
    <w:basedOn w:val="Standardnpsmoodstavce"/>
    <w:qFormat/>
    <w:rsid w:val="00850C16"/>
    <w:rPr>
      <w:i/>
      <w:iCs/>
    </w:rPr>
  </w:style>
  <w:style w:type="character" w:styleId="Zdraznnjemn">
    <w:name w:val="Subtle Emphasis"/>
    <w:basedOn w:val="Standardnpsmoodstavce"/>
    <w:uiPriority w:val="19"/>
    <w:qFormat/>
    <w:rsid w:val="00850C16"/>
    <w:rPr>
      <w:i/>
      <w:iCs/>
      <w:color w:val="auto"/>
    </w:rPr>
  </w:style>
  <w:style w:type="paragraph" w:styleId="Zhlav">
    <w:name w:val="header"/>
    <w:basedOn w:val="Normln"/>
    <w:link w:val="ZhlavChar"/>
    <w:uiPriority w:val="99"/>
    <w:semiHidden/>
    <w:unhideWhenUsed/>
    <w:rsid w:val="00850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0C16"/>
    <w:rPr>
      <w:rFonts w:ascii="Arial" w:eastAsiaTheme="minorEastAsia" w:hAnsi="Arial"/>
      <w:sz w:val="20"/>
      <w:lang w:bidi="en-US"/>
    </w:rPr>
  </w:style>
  <w:style w:type="paragraph" w:styleId="Zpat">
    <w:name w:val="footer"/>
    <w:basedOn w:val="Normln"/>
    <w:link w:val="ZpatChar"/>
    <w:unhideWhenUsed/>
    <w:rsid w:val="00850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0C16"/>
    <w:rPr>
      <w:rFonts w:ascii="Arial" w:eastAsiaTheme="minorEastAsia" w:hAnsi="Arial"/>
      <w:sz w:val="20"/>
      <w:lang w:bidi="en-US"/>
    </w:rPr>
  </w:style>
  <w:style w:type="table" w:styleId="Mkatabulky">
    <w:name w:val="Table Grid"/>
    <w:basedOn w:val="Normlntabulka"/>
    <w:rsid w:val="00850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16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67EC"/>
    <w:rPr>
      <w:rFonts w:ascii="Tahoma" w:eastAsiaTheme="minorEastAsia" w:hAnsi="Tahoma" w:cs="Tahoma"/>
      <w:sz w:val="16"/>
      <w:szCs w:val="16"/>
      <w:lang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B167E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rsid w:val="00B167EC"/>
    <w:rPr>
      <w:rFonts w:asciiTheme="majorHAnsi" w:eastAsiaTheme="majorEastAsia" w:hAnsiTheme="majorHAnsi" w:cstheme="majorBidi"/>
      <w:color w:val="243F60" w:themeColor="accent1" w:themeShade="7F"/>
      <w:sz w:val="20"/>
      <w:lang w:bidi="en-US"/>
    </w:rPr>
  </w:style>
  <w:style w:type="paragraph" w:customStyle="1" w:styleId="lnek">
    <w:name w:val="Článek"/>
    <w:basedOn w:val="Normln"/>
    <w:next w:val="Nzevlnku"/>
    <w:qFormat/>
    <w:rsid w:val="00E44F7B"/>
    <w:pPr>
      <w:numPr>
        <w:numId w:val="1"/>
      </w:numPr>
      <w:spacing w:before="400" w:after="0" w:line="240" w:lineRule="auto"/>
      <w:jc w:val="center"/>
    </w:pPr>
    <w:rPr>
      <w:b/>
    </w:rPr>
  </w:style>
  <w:style w:type="paragraph" w:customStyle="1" w:styleId="rove1">
    <w:name w:val="Úroveň 1"/>
    <w:basedOn w:val="Normln"/>
    <w:qFormat/>
    <w:rsid w:val="00E44F7B"/>
    <w:pPr>
      <w:numPr>
        <w:ilvl w:val="1"/>
        <w:numId w:val="1"/>
      </w:numPr>
      <w:spacing w:after="80"/>
      <w:ind w:left="567" w:hanging="567"/>
      <w:jc w:val="both"/>
    </w:pPr>
  </w:style>
  <w:style w:type="paragraph" w:customStyle="1" w:styleId="rove2">
    <w:name w:val="Úroveň 2"/>
    <w:basedOn w:val="Normln"/>
    <w:qFormat/>
    <w:rsid w:val="00E44F7B"/>
    <w:pPr>
      <w:numPr>
        <w:ilvl w:val="2"/>
        <w:numId w:val="1"/>
      </w:numPr>
      <w:spacing w:after="80"/>
      <w:ind w:left="1304" w:hanging="737"/>
      <w:jc w:val="both"/>
    </w:pPr>
  </w:style>
  <w:style w:type="paragraph" w:customStyle="1" w:styleId="rove3">
    <w:name w:val="Úroveň 3"/>
    <w:basedOn w:val="Normln"/>
    <w:qFormat/>
    <w:rsid w:val="00E44F7B"/>
    <w:pPr>
      <w:numPr>
        <w:ilvl w:val="3"/>
        <w:numId w:val="1"/>
      </w:numPr>
      <w:spacing w:after="40"/>
      <w:ind w:left="1661" w:hanging="357"/>
      <w:jc w:val="both"/>
    </w:pPr>
  </w:style>
  <w:style w:type="paragraph" w:customStyle="1" w:styleId="Nzevlnku">
    <w:name w:val="Název článku"/>
    <w:basedOn w:val="Normln"/>
    <w:next w:val="rove1"/>
    <w:qFormat/>
    <w:rsid w:val="00E44F7B"/>
    <w:pPr>
      <w:jc w:val="center"/>
    </w:pPr>
    <w:rPr>
      <w:b/>
    </w:rPr>
  </w:style>
  <w:style w:type="paragraph" w:customStyle="1" w:styleId="lnekText">
    <w:name w:val="Článek Text"/>
    <w:basedOn w:val="Normln"/>
    <w:rsid w:val="00E44F7B"/>
    <w:pPr>
      <w:tabs>
        <w:tab w:val="num" w:pos="357"/>
        <w:tab w:val="left" w:pos="907"/>
        <w:tab w:val="left" w:pos="1644"/>
        <w:tab w:val="left" w:pos="2495"/>
        <w:tab w:val="left" w:pos="3515"/>
        <w:tab w:val="left" w:pos="4763"/>
        <w:tab w:val="left" w:pos="6237"/>
        <w:tab w:val="left" w:pos="7825"/>
      </w:tabs>
      <w:spacing w:before="120" w:after="0" w:line="260" w:lineRule="exact"/>
      <w:ind w:left="357" w:hanging="357"/>
    </w:pPr>
    <w:rPr>
      <w:rFonts w:eastAsia="Times New Roman" w:cs="Times New Roman"/>
      <w:szCs w:val="20"/>
      <w:lang w:eastAsia="cs-CZ" w:bidi="ar-SA"/>
    </w:rPr>
  </w:style>
  <w:style w:type="paragraph" w:customStyle="1" w:styleId="lnekNzev">
    <w:name w:val="Článek Název"/>
    <w:basedOn w:val="Normln"/>
    <w:next w:val="lnekText"/>
    <w:rsid w:val="00E44F7B"/>
    <w:pPr>
      <w:keepNext/>
      <w:numPr>
        <w:ilvl w:val="1"/>
        <w:numId w:val="2"/>
      </w:numPr>
      <w:spacing w:after="120" w:line="260" w:lineRule="exact"/>
      <w:ind w:firstLine="0"/>
      <w:jc w:val="center"/>
    </w:pPr>
    <w:rPr>
      <w:rFonts w:eastAsia="Times New Roman" w:cs="Times New Roman"/>
      <w:b/>
      <w:szCs w:val="20"/>
      <w:lang w:eastAsia="cs-CZ" w:bidi="ar-SA"/>
    </w:rPr>
  </w:style>
  <w:style w:type="paragraph" w:customStyle="1" w:styleId="lnek11">
    <w:name w:val="Článek 11"/>
    <w:basedOn w:val="lnekText"/>
    <w:rsid w:val="00E44F7B"/>
    <w:pPr>
      <w:tabs>
        <w:tab w:val="clear" w:pos="357"/>
        <w:tab w:val="clear" w:pos="1644"/>
        <w:tab w:val="num" w:pos="907"/>
      </w:tabs>
      <w:spacing w:before="0"/>
      <w:ind w:left="907" w:hanging="550"/>
    </w:pPr>
  </w:style>
  <w:style w:type="paragraph" w:styleId="Obsah1">
    <w:name w:val="toc 1"/>
    <w:basedOn w:val="Normln"/>
    <w:next w:val="Normln"/>
    <w:uiPriority w:val="39"/>
    <w:rsid w:val="00E44F7B"/>
    <w:pPr>
      <w:numPr>
        <w:numId w:val="7"/>
      </w:numPr>
      <w:tabs>
        <w:tab w:val="right" w:pos="9639"/>
      </w:tabs>
      <w:spacing w:before="120" w:after="120" w:line="240" w:lineRule="auto"/>
    </w:pPr>
    <w:rPr>
      <w:rFonts w:eastAsia="Times New Roman" w:cs="Times New Roman"/>
      <w:bCs/>
      <w:szCs w:val="20"/>
      <w:lang w:eastAsia="cs-CZ" w:bidi="ar-SA"/>
    </w:rPr>
  </w:style>
  <w:style w:type="paragraph" w:customStyle="1" w:styleId="Pehled">
    <w:name w:val="Přehled"/>
    <w:basedOn w:val="Normln"/>
    <w:link w:val="PehledChar"/>
    <w:rsid w:val="00E44F7B"/>
    <w:pPr>
      <w:spacing w:before="240" w:after="240" w:line="240" w:lineRule="auto"/>
      <w:contextualSpacing/>
    </w:pPr>
    <w:rPr>
      <w:rFonts w:eastAsia="Times New Roman" w:cs="Times New Roman"/>
      <w:b/>
      <w:caps/>
      <w:sz w:val="28"/>
      <w:szCs w:val="20"/>
      <w:lang w:eastAsia="cs-CZ" w:bidi="ar-SA"/>
    </w:rPr>
  </w:style>
  <w:style w:type="character" w:customStyle="1" w:styleId="PehledChar">
    <w:name w:val="Přehled Char"/>
    <w:link w:val="Pehled"/>
    <w:rsid w:val="00E44F7B"/>
    <w:rPr>
      <w:rFonts w:ascii="Arial" w:eastAsia="Times New Roman" w:hAnsi="Arial" w:cs="Times New Roman"/>
      <w:b/>
      <w:caps/>
      <w:sz w:val="28"/>
      <w:szCs w:val="20"/>
      <w:lang w:eastAsia="cs-CZ"/>
    </w:rPr>
  </w:style>
  <w:style w:type="character" w:styleId="Hypertextovodkaz">
    <w:name w:val="Hyperlink"/>
    <w:rsid w:val="00E44F7B"/>
    <w:rPr>
      <w:rFonts w:ascii="Arial" w:hAnsi="Arial"/>
      <w:color w:val="auto"/>
      <w:sz w:val="20"/>
      <w:u w:val="none"/>
    </w:rPr>
  </w:style>
  <w:style w:type="paragraph" w:customStyle="1" w:styleId="el">
    <w:name w:val="Účel"/>
    <w:basedOn w:val="Normln"/>
    <w:next w:val="Normln"/>
    <w:rsid w:val="00E44F7B"/>
    <w:pPr>
      <w:spacing w:before="240" w:after="240" w:line="240" w:lineRule="auto"/>
      <w:contextualSpacing/>
    </w:pPr>
    <w:rPr>
      <w:rFonts w:eastAsia="Times New Roman" w:cs="Times New Roman"/>
      <w:b/>
      <w:caps/>
      <w:sz w:val="28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EE1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1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04%20RM%20a%20ZM\03%20P&#345;&#237;loha%20k%20usnesen&#23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AD"/>
    <w:rsid w:val="00AB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40AD"/>
    <w:rPr>
      <w:color w:val="808080"/>
    </w:rPr>
  </w:style>
  <w:style w:type="paragraph" w:customStyle="1" w:styleId="95970D222A9F4B24B94E66EAFCEC0DF9">
    <w:name w:val="95970D222A9F4B24B94E66EAFCEC0DF9"/>
  </w:style>
  <w:style w:type="paragraph" w:customStyle="1" w:styleId="CD60CBECBFA947C98267B2434A930FAE">
    <w:name w:val="CD60CBECBFA947C98267B2434A930FAE"/>
  </w:style>
  <w:style w:type="paragraph" w:customStyle="1" w:styleId="6FD5BAB188624582A5E4F034396915C0">
    <w:name w:val="6FD5BAB188624582A5E4F034396915C0"/>
    <w:rsid w:val="00AB40AD"/>
  </w:style>
  <w:style w:type="paragraph" w:customStyle="1" w:styleId="9A79034445194024BDCD2CFB82781588">
    <w:name w:val="9A79034445194024BDCD2CFB82781588"/>
    <w:rsid w:val="00AB40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6AF9-F5BD-46B3-8F22-713B0AEBC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 Příloha k usnesení.dotx</Template>
  <TotalTime>1</TotalTime>
  <Pages>7</Pages>
  <Words>2372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k usnesení</vt:lpstr>
    </vt:vector>
  </TitlesOfParts>
  <Company>mesto Karvina</Company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k usnesení</dc:title>
  <dc:subject>Příloha</dc:subject>
  <dc:creator>Odbor rozvoje</dc:creator>
  <cp:lastModifiedBy>Hübnerová Marcela</cp:lastModifiedBy>
  <cp:revision>3</cp:revision>
  <cp:lastPrinted>2018-05-23T05:32:00Z</cp:lastPrinted>
  <dcterms:created xsi:type="dcterms:W3CDTF">2018-05-30T11:22:00Z</dcterms:created>
  <dcterms:modified xsi:type="dcterms:W3CDTF">2018-05-30T11:23:00Z</dcterms:modified>
</cp:coreProperties>
</file>